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2552"/>
        <w:gridCol w:w="3111"/>
      </w:tblGrid>
      <w:tr w:rsidR="00CF3A13" w:rsidRPr="004A2C4B" w14:paraId="061A149B" w14:textId="77777777" w:rsidTr="2D69D3F5">
        <w:tc>
          <w:tcPr>
            <w:tcW w:w="3397" w:type="dxa"/>
          </w:tcPr>
          <w:p w14:paraId="7951B2C7" w14:textId="19862F9A" w:rsidR="00D1095A" w:rsidRPr="004A2C4B" w:rsidRDefault="422E1696" w:rsidP="001309C7">
            <w:pPr>
              <w:spacing w:line="360" w:lineRule="auto"/>
              <w:ind w:right="1134"/>
              <w:rPr>
                <w:rFonts w:ascii="Calibri" w:hAnsi="Calibri" w:cs="Calibri"/>
                <w:b/>
                <w:bCs/>
                <w:lang w:val="en-US"/>
              </w:rPr>
            </w:pPr>
            <w:r w:rsidRPr="390BD873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proofErr w:type="spellStart"/>
            <w:r w:rsidR="00D1095A" w:rsidRPr="390BD873">
              <w:rPr>
                <w:rFonts w:ascii="Calibri" w:hAnsi="Calibri" w:cs="Calibri"/>
                <w:b/>
                <w:bCs/>
                <w:lang w:val="en-US"/>
              </w:rPr>
              <w:t>Bildmotiv</w:t>
            </w:r>
            <w:proofErr w:type="spellEnd"/>
          </w:p>
        </w:tc>
        <w:tc>
          <w:tcPr>
            <w:tcW w:w="2552" w:type="dxa"/>
          </w:tcPr>
          <w:p w14:paraId="4E4470CF" w14:textId="5A7381F9" w:rsidR="00D1095A" w:rsidRPr="004A2C4B" w:rsidRDefault="00D1095A" w:rsidP="0057004B">
            <w:pPr>
              <w:spacing w:line="360" w:lineRule="auto"/>
              <w:ind w:right="1166"/>
              <w:rPr>
                <w:rFonts w:ascii="Calibri" w:hAnsi="Calibri" w:cs="Calibri"/>
                <w:b/>
                <w:bCs/>
                <w:lang w:val="en-US"/>
              </w:rPr>
            </w:pPr>
            <w:proofErr w:type="spellStart"/>
            <w:r w:rsidRPr="004A2C4B">
              <w:rPr>
                <w:rFonts w:ascii="Calibri" w:hAnsi="Calibri" w:cs="Calibri"/>
                <w:b/>
                <w:bCs/>
                <w:lang w:val="en-US"/>
              </w:rPr>
              <w:t>Dateiname</w:t>
            </w:r>
            <w:proofErr w:type="spellEnd"/>
          </w:p>
        </w:tc>
        <w:tc>
          <w:tcPr>
            <w:tcW w:w="3111" w:type="dxa"/>
          </w:tcPr>
          <w:p w14:paraId="32A88599" w14:textId="036CB0D4" w:rsidR="00D1095A" w:rsidRPr="004A2C4B" w:rsidRDefault="00D1095A" w:rsidP="00CF3A13">
            <w:pPr>
              <w:spacing w:line="360" w:lineRule="auto"/>
              <w:ind w:right="1018"/>
              <w:rPr>
                <w:rFonts w:ascii="Calibri" w:hAnsi="Calibri" w:cs="Calibri"/>
                <w:b/>
                <w:bCs/>
                <w:lang w:val="en-US"/>
              </w:rPr>
            </w:pPr>
            <w:proofErr w:type="spellStart"/>
            <w:r w:rsidRPr="004A2C4B">
              <w:rPr>
                <w:rFonts w:ascii="Calibri" w:hAnsi="Calibri" w:cs="Calibri"/>
                <w:b/>
                <w:bCs/>
                <w:lang w:val="en-US"/>
              </w:rPr>
              <w:t>Bildunterschri</w:t>
            </w:r>
            <w:r w:rsidR="00CF3A13" w:rsidRPr="004A2C4B">
              <w:rPr>
                <w:rFonts w:ascii="Calibri" w:hAnsi="Calibri" w:cs="Calibri"/>
                <w:b/>
                <w:bCs/>
                <w:lang w:val="en-US"/>
              </w:rPr>
              <w:t>f</w:t>
            </w:r>
            <w:r w:rsidRPr="004A2C4B">
              <w:rPr>
                <w:rFonts w:ascii="Calibri" w:hAnsi="Calibri" w:cs="Calibri"/>
                <w:b/>
                <w:bCs/>
                <w:lang w:val="en-US"/>
              </w:rPr>
              <w:t>t</w:t>
            </w:r>
            <w:proofErr w:type="spellEnd"/>
          </w:p>
        </w:tc>
      </w:tr>
      <w:tr w:rsidR="00CF3A13" w:rsidRPr="004A2C4B" w14:paraId="2CEACB0D" w14:textId="77777777" w:rsidTr="2D69D3F5">
        <w:tc>
          <w:tcPr>
            <w:tcW w:w="3397" w:type="dxa"/>
          </w:tcPr>
          <w:p w14:paraId="7389FC2A" w14:textId="7BE4BD33" w:rsidR="00D1095A" w:rsidRPr="004A2C4B" w:rsidRDefault="00D1095A" w:rsidP="001309C7">
            <w:pPr>
              <w:spacing w:line="360" w:lineRule="auto"/>
              <w:ind w:right="1134"/>
              <w:rPr>
                <w:rFonts w:ascii="Calibri" w:hAnsi="Calibri" w:cs="Calibri"/>
                <w:noProof/>
                <w:lang w:val="en-US"/>
              </w:rPr>
            </w:pPr>
          </w:p>
          <w:p w14:paraId="31951F81" w14:textId="709679AF" w:rsidR="00D1095A" w:rsidRPr="004A2C4B" w:rsidRDefault="009656F2" w:rsidP="001309C7">
            <w:pPr>
              <w:spacing w:line="360" w:lineRule="auto"/>
              <w:ind w:right="1134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noProof/>
                <w:lang w:val="en-US"/>
              </w:rPr>
              <w:drawing>
                <wp:inline distT="0" distB="0" distL="0" distR="0" wp14:anchorId="57C72D34" wp14:editId="1D3C193A">
                  <wp:extent cx="2019935" cy="1512570"/>
                  <wp:effectExtent l="0" t="0" r="0" b="0"/>
                  <wp:docPr id="717900561" name="Grafik 2" descr="Ein Bild, das Gebäude, Planke, Gelände, hölzer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900561" name="Grafik 2" descr="Ein Bild, das Gebäude, Planke, Gelände, hölzern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935" cy="1512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</w:tcPr>
          <w:p w14:paraId="1236FAC5" w14:textId="77777777" w:rsidR="00D1095A" w:rsidRPr="004A2C4B" w:rsidRDefault="00D1095A" w:rsidP="00742972">
            <w:pPr>
              <w:ind w:right="1134"/>
              <w:rPr>
                <w:rFonts w:ascii="Calibri" w:hAnsi="Calibri" w:cs="Calibri"/>
              </w:rPr>
            </w:pPr>
          </w:p>
          <w:p w14:paraId="39ABE471" w14:textId="5B4DF2C7" w:rsidR="00B62160" w:rsidRPr="0073799A" w:rsidRDefault="00943DA7" w:rsidP="0073735B">
            <w:pPr>
              <w:ind w:right="32"/>
              <w:rPr>
                <w:rFonts w:ascii="Calibri" w:hAnsi="Calibri" w:cs="Calibri"/>
                <w:lang w:val="en-US"/>
              </w:rPr>
            </w:pPr>
            <w:r w:rsidRPr="0073799A">
              <w:rPr>
                <w:rFonts w:ascii="Calibri" w:hAnsi="Calibri" w:cs="Calibri"/>
                <w:lang w:val="en-US"/>
              </w:rPr>
              <w:t>LUX-</w:t>
            </w:r>
            <w:proofErr w:type="spellStart"/>
            <w:r w:rsidRPr="0073799A">
              <w:rPr>
                <w:rFonts w:ascii="Calibri" w:hAnsi="Calibri" w:cs="Calibri"/>
                <w:lang w:val="en-US"/>
              </w:rPr>
              <w:t>top_FALZ</w:t>
            </w:r>
            <w:proofErr w:type="spellEnd"/>
            <w:r w:rsidRPr="0073799A">
              <w:rPr>
                <w:rFonts w:ascii="Calibri" w:hAnsi="Calibri" w:cs="Calibri"/>
                <w:lang w:val="en-US"/>
              </w:rPr>
              <w:t xml:space="preserve">-PLUS </w:t>
            </w:r>
            <w:r w:rsidR="00031D5B" w:rsidRPr="0073799A">
              <w:rPr>
                <w:rFonts w:ascii="Calibri" w:hAnsi="Calibri" w:cs="Calibri"/>
                <w:lang w:val="en-US"/>
              </w:rPr>
              <w:t>II</w:t>
            </w:r>
            <w:r w:rsidR="00706EED">
              <w:rPr>
                <w:rFonts w:ascii="Calibri" w:hAnsi="Calibri" w:cs="Calibri"/>
                <w:lang w:val="en-US"/>
              </w:rPr>
              <w:t>_01</w:t>
            </w:r>
            <w:r w:rsidR="00793534" w:rsidRPr="0073799A">
              <w:rPr>
                <w:rFonts w:ascii="Calibri" w:hAnsi="Calibri" w:cs="Calibri"/>
                <w:lang w:val="en-US"/>
              </w:rPr>
              <w:t>.jpg</w:t>
            </w:r>
          </w:p>
          <w:p w14:paraId="09508DC6" w14:textId="77777777" w:rsidR="00BD6BAB" w:rsidRPr="0073799A" w:rsidRDefault="00BD6BAB" w:rsidP="00BD6BAB">
            <w:pPr>
              <w:ind w:right="315"/>
              <w:rPr>
                <w:rFonts w:ascii="Calibri" w:hAnsi="Calibri" w:cs="Calibri"/>
                <w:lang w:val="en-US"/>
              </w:rPr>
            </w:pPr>
          </w:p>
          <w:p w14:paraId="40936CB3" w14:textId="77777777" w:rsidR="00BD6BAB" w:rsidRPr="0073799A" w:rsidRDefault="00BD6BAB" w:rsidP="00BD6BAB">
            <w:pPr>
              <w:ind w:right="315"/>
              <w:rPr>
                <w:rFonts w:ascii="Calibri" w:hAnsi="Calibri" w:cs="Calibri"/>
                <w:lang w:val="en-US"/>
              </w:rPr>
            </w:pPr>
          </w:p>
          <w:p w14:paraId="40E65D3F" w14:textId="725BA344" w:rsidR="00BD6BAB" w:rsidRPr="0073799A" w:rsidRDefault="00BD6BAB" w:rsidP="00BD6BAB">
            <w:pPr>
              <w:ind w:right="315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111" w:type="dxa"/>
          </w:tcPr>
          <w:p w14:paraId="21039DB9" w14:textId="77777777" w:rsidR="00B62160" w:rsidRPr="0073799A" w:rsidRDefault="00B62160" w:rsidP="00E36B01">
            <w:pPr>
              <w:ind w:right="-116"/>
              <w:rPr>
                <w:rFonts w:ascii="Calibri" w:hAnsi="Calibri" w:cs="Calibri"/>
                <w:lang w:val="en-US"/>
              </w:rPr>
            </w:pPr>
          </w:p>
          <w:p w14:paraId="0C2C70DC" w14:textId="6DE74A47" w:rsidR="006D6761" w:rsidRPr="004A2C4B" w:rsidRDefault="4F998B3E" w:rsidP="390BD873">
            <w:pPr>
              <w:spacing w:after="200" w:line="276" w:lineRule="auto"/>
              <w:ind w:right="-116"/>
              <w:rPr>
                <w:rFonts w:ascii="Calibri" w:hAnsi="Calibri" w:cs="Calibri"/>
              </w:rPr>
            </w:pPr>
            <w:r w:rsidRPr="2D69D3F5">
              <w:rPr>
                <w:rFonts w:ascii="Calibri" w:hAnsi="Calibri" w:cs="Calibri"/>
              </w:rPr>
              <w:t xml:space="preserve">Die Anschlageinrichtung FALZ-PLUS II ist jetzt auch für </w:t>
            </w:r>
            <w:r w:rsidR="00F97657" w:rsidRPr="2D69D3F5">
              <w:rPr>
                <w:rFonts w:ascii="Calibri" w:hAnsi="Calibri" w:cs="Calibri"/>
              </w:rPr>
              <w:t xml:space="preserve">die Befestigung auf </w:t>
            </w:r>
            <w:r w:rsidRPr="2D69D3F5">
              <w:rPr>
                <w:rFonts w:ascii="Calibri" w:hAnsi="Calibri" w:cs="Calibri"/>
              </w:rPr>
              <w:t xml:space="preserve">Aluminium und Kupfer bauaufsichtlich zugelassen. </w:t>
            </w:r>
          </w:p>
          <w:p w14:paraId="473F134A" w14:textId="77777777" w:rsidR="0073735B" w:rsidRPr="004A2C4B" w:rsidRDefault="0073735B" w:rsidP="00E36B01">
            <w:pPr>
              <w:ind w:right="-116"/>
              <w:rPr>
                <w:rFonts w:ascii="Calibri" w:hAnsi="Calibri" w:cs="Calibri"/>
              </w:rPr>
            </w:pPr>
          </w:p>
          <w:p w14:paraId="46DCD86D" w14:textId="77777777" w:rsidR="003F060D" w:rsidRPr="004A2C4B" w:rsidRDefault="003F060D" w:rsidP="003F060D">
            <w:pPr>
              <w:ind w:right="-116"/>
              <w:rPr>
                <w:rFonts w:ascii="Calibri" w:hAnsi="Calibri" w:cs="Calibri"/>
              </w:rPr>
            </w:pPr>
            <w:r w:rsidRPr="004A2C4B">
              <w:rPr>
                <w:rFonts w:ascii="Calibri" w:hAnsi="Calibri" w:cs="Calibri"/>
              </w:rPr>
              <w:t>Foto: LUX-top</w:t>
            </w:r>
          </w:p>
          <w:p w14:paraId="60941B5E" w14:textId="274514A5" w:rsidR="009D71A5" w:rsidRPr="004A2C4B" w:rsidRDefault="009D71A5" w:rsidP="003F060D">
            <w:pPr>
              <w:ind w:right="-116"/>
              <w:rPr>
                <w:rFonts w:ascii="Calibri" w:hAnsi="Calibri" w:cs="Calibri"/>
              </w:rPr>
            </w:pPr>
          </w:p>
        </w:tc>
      </w:tr>
    </w:tbl>
    <w:p w14:paraId="6F3E6DC1" w14:textId="22420817" w:rsidR="00A47ABF" w:rsidRPr="003F060D" w:rsidRDefault="00A47ABF" w:rsidP="00484F00">
      <w:pPr>
        <w:spacing w:after="0" w:line="360" w:lineRule="auto"/>
        <w:ind w:right="1134"/>
        <w:rPr>
          <w:rFonts w:ascii="Calibri" w:hAnsi="Calibri" w:cs="Calibri"/>
        </w:rPr>
      </w:pPr>
    </w:p>
    <w:sectPr w:rsidR="00A47ABF" w:rsidRPr="003F060D" w:rsidSect="00FC4969">
      <w:headerReference w:type="default" r:id="rId11"/>
      <w:footerReference w:type="default" r:id="rId12"/>
      <w:pgSz w:w="11906" w:h="16838" w:code="9"/>
      <w:pgMar w:top="2410" w:right="1418" w:bottom="1134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026086" w14:textId="77777777" w:rsidR="00915588" w:rsidRDefault="00915588" w:rsidP="00CB209A">
      <w:pPr>
        <w:spacing w:after="0" w:line="240" w:lineRule="auto"/>
      </w:pPr>
      <w:r>
        <w:separator/>
      </w:r>
    </w:p>
  </w:endnote>
  <w:endnote w:type="continuationSeparator" w:id="0">
    <w:p w14:paraId="7A7F2920" w14:textId="77777777" w:rsidR="00915588" w:rsidRDefault="00915588" w:rsidP="00CB209A">
      <w:pPr>
        <w:spacing w:after="0" w:line="240" w:lineRule="auto"/>
      </w:pPr>
      <w:r>
        <w:continuationSeparator/>
      </w:r>
    </w:p>
  </w:endnote>
  <w:endnote w:type="continuationNotice" w:id="1">
    <w:p w14:paraId="3A3ACE44" w14:textId="77777777" w:rsidR="00915588" w:rsidRDefault="009155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FDB07" w14:textId="2E4C0874" w:rsidR="00CD3202" w:rsidRDefault="00A04E85">
    <w:pPr>
      <w:pStyle w:val="Fuzeile"/>
    </w:pPr>
    <w:r w:rsidRPr="00A555FC">
      <w:rPr>
        <w:sz w:val="20"/>
        <w:szCs w:val="20"/>
      </w:rPr>
      <w:t xml:space="preserve">Seite </w:t>
    </w:r>
    <w:r w:rsidRPr="00A555FC">
      <w:rPr>
        <w:b/>
        <w:bCs/>
        <w:sz w:val="20"/>
        <w:szCs w:val="20"/>
      </w:rPr>
      <w:fldChar w:fldCharType="begin"/>
    </w:r>
    <w:r w:rsidRPr="00A555FC">
      <w:rPr>
        <w:b/>
        <w:bCs/>
        <w:sz w:val="20"/>
        <w:szCs w:val="20"/>
      </w:rPr>
      <w:instrText>PAGE  \* Arabic  \* MERGEFORMAT</w:instrText>
    </w:r>
    <w:r w:rsidRPr="00A555FC">
      <w:rPr>
        <w:b/>
        <w:bCs/>
        <w:sz w:val="20"/>
        <w:szCs w:val="20"/>
      </w:rPr>
      <w:fldChar w:fldCharType="separate"/>
    </w:r>
    <w:r w:rsidR="00EA4C49">
      <w:rPr>
        <w:b/>
        <w:bCs/>
        <w:noProof/>
        <w:sz w:val="20"/>
        <w:szCs w:val="20"/>
      </w:rPr>
      <w:t>2</w:t>
    </w:r>
    <w:r w:rsidRPr="00A555FC">
      <w:rPr>
        <w:b/>
        <w:bCs/>
        <w:sz w:val="20"/>
        <w:szCs w:val="20"/>
      </w:rPr>
      <w:fldChar w:fldCharType="end"/>
    </w:r>
    <w:r w:rsidRPr="00A555FC">
      <w:rPr>
        <w:sz w:val="20"/>
        <w:szCs w:val="20"/>
      </w:rPr>
      <w:t xml:space="preserve"> von </w:t>
    </w:r>
    <w:r w:rsidRPr="00A555FC">
      <w:rPr>
        <w:b/>
        <w:bCs/>
        <w:sz w:val="20"/>
        <w:szCs w:val="20"/>
      </w:rPr>
      <w:fldChar w:fldCharType="begin"/>
    </w:r>
    <w:r w:rsidRPr="00A555FC">
      <w:rPr>
        <w:b/>
        <w:bCs/>
        <w:sz w:val="20"/>
        <w:szCs w:val="20"/>
      </w:rPr>
      <w:instrText>NUMPAGES  \* Arabic  \* MERGEFORMAT</w:instrText>
    </w:r>
    <w:r w:rsidRPr="00A555FC">
      <w:rPr>
        <w:b/>
        <w:bCs/>
        <w:sz w:val="20"/>
        <w:szCs w:val="20"/>
      </w:rPr>
      <w:fldChar w:fldCharType="separate"/>
    </w:r>
    <w:r w:rsidR="00EA4C49">
      <w:rPr>
        <w:b/>
        <w:bCs/>
        <w:noProof/>
        <w:sz w:val="20"/>
        <w:szCs w:val="20"/>
      </w:rPr>
      <w:t>2</w:t>
    </w:r>
    <w:r w:rsidRPr="00A555FC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35974" w14:textId="77777777" w:rsidR="00915588" w:rsidRDefault="00915588" w:rsidP="00CB209A">
      <w:pPr>
        <w:spacing w:after="0" w:line="240" w:lineRule="auto"/>
      </w:pPr>
      <w:r>
        <w:separator/>
      </w:r>
    </w:p>
  </w:footnote>
  <w:footnote w:type="continuationSeparator" w:id="0">
    <w:p w14:paraId="033AB781" w14:textId="77777777" w:rsidR="00915588" w:rsidRDefault="00915588" w:rsidP="00CB209A">
      <w:pPr>
        <w:spacing w:after="0" w:line="240" w:lineRule="auto"/>
      </w:pPr>
      <w:r>
        <w:continuationSeparator/>
      </w:r>
    </w:p>
  </w:footnote>
  <w:footnote w:type="continuationNotice" w:id="1">
    <w:p w14:paraId="225AEFB2" w14:textId="77777777" w:rsidR="00915588" w:rsidRDefault="0091558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ECF45" w14:textId="49F8F828" w:rsidR="00CD3202" w:rsidRPr="00FB5F24" w:rsidRDefault="000E149A" w:rsidP="000E149A">
    <w:pPr>
      <w:pStyle w:val="Kopfzeile"/>
      <w:tabs>
        <w:tab w:val="clear" w:pos="9072"/>
        <w:tab w:val="right" w:pos="9070"/>
      </w:tabs>
      <w:ind w:firstLine="6663"/>
      <w:jc w:val="right"/>
      <w:rPr>
        <w:rFonts w:cstheme="minorHAnsi"/>
        <w:color w:val="808080" w:themeColor="background1" w:themeShade="80"/>
        <w:sz w:val="44"/>
        <w:szCs w:val="44"/>
      </w:rPr>
    </w:pPr>
    <w:r>
      <w:rPr>
        <w:noProof/>
      </w:rPr>
      <w:drawing>
        <wp:inline distT="0" distB="0" distL="0" distR="0" wp14:anchorId="6F54F9F5" wp14:editId="2A062DA2">
          <wp:extent cx="2133600" cy="533400"/>
          <wp:effectExtent l="0" t="0" r="0" b="0"/>
          <wp:docPr id="30" name="Grafi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5044" cy="533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1F3D" w:rsidRPr="00FB5F24">
      <w:rPr>
        <w:rFonts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E754634" wp14:editId="791937CD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9525" b="0"/>
              <wp:wrapSquare wrapText="bothSides"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61FEF8" w14:textId="128B6CF8" w:rsidR="008C1F3D" w:rsidRDefault="008C1F3D" w:rsidP="000E149A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754634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58.9pt;margin-top:-16.65pt;width:155.25pt;height:124.5pt;z-index:251658240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" stroked="f">
              <v:textbox style="mso-fit-shape-to-text:t">
                <w:txbxContent>
                  <w:p w14:paraId="1361FEF8" w14:textId="128B6CF8" w:rsidR="008C1F3D" w:rsidRDefault="008C1F3D" w:rsidP="000E149A"/>
                </w:txbxContent>
              </v:textbox>
              <w10:wrap type="square"/>
            </v:shape>
          </w:pict>
        </mc:Fallback>
      </mc:AlternateContent>
    </w:r>
    <w:r w:rsidR="00103779">
      <w:rPr>
        <w:rFonts w:cstheme="minorHAnsi"/>
        <w:color w:val="808080" w:themeColor="background1" w:themeShade="80"/>
        <w:sz w:val="44"/>
        <w:szCs w:val="44"/>
      </w:rPr>
      <w:t>B</w:t>
    </w:r>
    <w:r w:rsidR="00D65CCF">
      <w:rPr>
        <w:rFonts w:cstheme="minorHAnsi"/>
        <w:color w:val="808080" w:themeColor="background1" w:themeShade="80"/>
        <w:sz w:val="44"/>
        <w:szCs w:val="44"/>
      </w:rPr>
      <w:t>ILDUNTERSCHRIFTEN</w:t>
    </w:r>
    <w:r w:rsidR="00CD3202" w:rsidRPr="00FB5F24">
      <w:rPr>
        <w:rFonts w:cstheme="minorHAnsi"/>
        <w:color w:val="808080" w:themeColor="background1" w:themeShade="80"/>
        <w:sz w:val="44"/>
        <w:szCs w:val="44"/>
      </w:rPr>
      <w:tab/>
    </w:r>
    <w:r w:rsidR="00CD3202" w:rsidRPr="00FB5F24">
      <w:rPr>
        <w:rFonts w:cstheme="minorHAnsi"/>
        <w:color w:val="808080" w:themeColor="background1" w:themeShade="80"/>
        <w:sz w:val="44"/>
        <w:szCs w:val="44"/>
      </w:rPr>
      <w:tab/>
    </w:r>
    <w:r w:rsidR="00FB5F24">
      <w:rPr>
        <w:rFonts w:cstheme="minorHAnsi"/>
        <w:color w:val="808080" w:themeColor="background1" w:themeShade="80"/>
        <w:sz w:val="44"/>
        <w:szCs w:val="44"/>
      </w:rPr>
      <w:t xml:space="preserve">       </w:t>
    </w:r>
  </w:p>
  <w:p w14:paraId="5A425585" w14:textId="77777777" w:rsidR="00CD3202" w:rsidRDefault="00CD320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7772056">
    <w:abstractNumId w:val="0"/>
  </w:num>
  <w:num w:numId="2" w16cid:durableId="12159730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hideGrammaticalErrors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CF"/>
    <w:rsid w:val="00001E59"/>
    <w:rsid w:val="00002ED9"/>
    <w:rsid w:val="00012FDF"/>
    <w:rsid w:val="00016A52"/>
    <w:rsid w:val="00021E88"/>
    <w:rsid w:val="00030F0D"/>
    <w:rsid w:val="000311DE"/>
    <w:rsid w:val="000314B5"/>
    <w:rsid w:val="00031D5B"/>
    <w:rsid w:val="00035C1C"/>
    <w:rsid w:val="000525BB"/>
    <w:rsid w:val="0005734D"/>
    <w:rsid w:val="000657C3"/>
    <w:rsid w:val="000737D0"/>
    <w:rsid w:val="0009680F"/>
    <w:rsid w:val="00096BBA"/>
    <w:rsid w:val="00097DA4"/>
    <w:rsid w:val="000A1058"/>
    <w:rsid w:val="000A74E1"/>
    <w:rsid w:val="000B3650"/>
    <w:rsid w:val="000B4238"/>
    <w:rsid w:val="000B7107"/>
    <w:rsid w:val="000C6B5D"/>
    <w:rsid w:val="000C78E2"/>
    <w:rsid w:val="000E149A"/>
    <w:rsid w:val="000F2605"/>
    <w:rsid w:val="00100158"/>
    <w:rsid w:val="00100A7A"/>
    <w:rsid w:val="00100E26"/>
    <w:rsid w:val="00103779"/>
    <w:rsid w:val="00107143"/>
    <w:rsid w:val="0011033A"/>
    <w:rsid w:val="00110F21"/>
    <w:rsid w:val="001117A8"/>
    <w:rsid w:val="00111D67"/>
    <w:rsid w:val="00115ED2"/>
    <w:rsid w:val="001303AF"/>
    <w:rsid w:val="001309C7"/>
    <w:rsid w:val="001328CF"/>
    <w:rsid w:val="00141D84"/>
    <w:rsid w:val="00145C4C"/>
    <w:rsid w:val="001600B8"/>
    <w:rsid w:val="001821E6"/>
    <w:rsid w:val="00186631"/>
    <w:rsid w:val="00192EB1"/>
    <w:rsid w:val="001972FD"/>
    <w:rsid w:val="001A39CB"/>
    <w:rsid w:val="001B1161"/>
    <w:rsid w:val="001D1D7C"/>
    <w:rsid w:val="001D51AE"/>
    <w:rsid w:val="001E0759"/>
    <w:rsid w:val="001E5836"/>
    <w:rsid w:val="001F056D"/>
    <w:rsid w:val="0020615B"/>
    <w:rsid w:val="00212589"/>
    <w:rsid w:val="0021528C"/>
    <w:rsid w:val="002210F4"/>
    <w:rsid w:val="00227A21"/>
    <w:rsid w:val="0024407F"/>
    <w:rsid w:val="002529BB"/>
    <w:rsid w:val="00256F7D"/>
    <w:rsid w:val="00260760"/>
    <w:rsid w:val="00265F41"/>
    <w:rsid w:val="00273B59"/>
    <w:rsid w:val="00285F0F"/>
    <w:rsid w:val="00286ADA"/>
    <w:rsid w:val="0029139A"/>
    <w:rsid w:val="00291992"/>
    <w:rsid w:val="0029338B"/>
    <w:rsid w:val="002A20A2"/>
    <w:rsid w:val="002A4A97"/>
    <w:rsid w:val="002A6762"/>
    <w:rsid w:val="002B0CA1"/>
    <w:rsid w:val="002E25E8"/>
    <w:rsid w:val="002E3FBB"/>
    <w:rsid w:val="002E58FE"/>
    <w:rsid w:val="002F1589"/>
    <w:rsid w:val="002F51D1"/>
    <w:rsid w:val="00303BD3"/>
    <w:rsid w:val="003049F6"/>
    <w:rsid w:val="00325B3B"/>
    <w:rsid w:val="00333D74"/>
    <w:rsid w:val="003347CA"/>
    <w:rsid w:val="00363A84"/>
    <w:rsid w:val="00364EE7"/>
    <w:rsid w:val="00365DF3"/>
    <w:rsid w:val="00366FDD"/>
    <w:rsid w:val="003829B0"/>
    <w:rsid w:val="00383BE4"/>
    <w:rsid w:val="00384A2F"/>
    <w:rsid w:val="00394465"/>
    <w:rsid w:val="003A1F57"/>
    <w:rsid w:val="003A5446"/>
    <w:rsid w:val="003B0708"/>
    <w:rsid w:val="003B0FFC"/>
    <w:rsid w:val="003B1D08"/>
    <w:rsid w:val="003B50EA"/>
    <w:rsid w:val="003C6BE0"/>
    <w:rsid w:val="003E4748"/>
    <w:rsid w:val="003F060D"/>
    <w:rsid w:val="003F0715"/>
    <w:rsid w:val="003F4509"/>
    <w:rsid w:val="003F6978"/>
    <w:rsid w:val="00401FCD"/>
    <w:rsid w:val="004062B9"/>
    <w:rsid w:val="00407DF2"/>
    <w:rsid w:val="00415741"/>
    <w:rsid w:val="00417AE5"/>
    <w:rsid w:val="00440736"/>
    <w:rsid w:val="0044280E"/>
    <w:rsid w:val="00442874"/>
    <w:rsid w:val="004436F9"/>
    <w:rsid w:val="004655CA"/>
    <w:rsid w:val="00467B48"/>
    <w:rsid w:val="00472D20"/>
    <w:rsid w:val="00484F00"/>
    <w:rsid w:val="0048676F"/>
    <w:rsid w:val="00487013"/>
    <w:rsid w:val="004A04EA"/>
    <w:rsid w:val="004A1459"/>
    <w:rsid w:val="004A2C4B"/>
    <w:rsid w:val="004A6B07"/>
    <w:rsid w:val="004B5869"/>
    <w:rsid w:val="004B7292"/>
    <w:rsid w:val="004C4B22"/>
    <w:rsid w:val="004C4F5C"/>
    <w:rsid w:val="004E5592"/>
    <w:rsid w:val="004F2251"/>
    <w:rsid w:val="004F5180"/>
    <w:rsid w:val="004F521E"/>
    <w:rsid w:val="004F5F22"/>
    <w:rsid w:val="004F7900"/>
    <w:rsid w:val="005019AA"/>
    <w:rsid w:val="005054D7"/>
    <w:rsid w:val="0050699C"/>
    <w:rsid w:val="005141A9"/>
    <w:rsid w:val="00530FC8"/>
    <w:rsid w:val="0056527A"/>
    <w:rsid w:val="0057004B"/>
    <w:rsid w:val="00570F47"/>
    <w:rsid w:val="00577405"/>
    <w:rsid w:val="00583A8E"/>
    <w:rsid w:val="00584A61"/>
    <w:rsid w:val="00586A49"/>
    <w:rsid w:val="005B1187"/>
    <w:rsid w:val="005B60D9"/>
    <w:rsid w:val="005C4AD8"/>
    <w:rsid w:val="005C6991"/>
    <w:rsid w:val="005E0102"/>
    <w:rsid w:val="005E4108"/>
    <w:rsid w:val="005F6024"/>
    <w:rsid w:val="0066121D"/>
    <w:rsid w:val="00687AA9"/>
    <w:rsid w:val="006A072F"/>
    <w:rsid w:val="006A2567"/>
    <w:rsid w:val="006B29CF"/>
    <w:rsid w:val="006C13A2"/>
    <w:rsid w:val="006C7D6B"/>
    <w:rsid w:val="006D65A7"/>
    <w:rsid w:val="006D6761"/>
    <w:rsid w:val="006F2030"/>
    <w:rsid w:val="00700D08"/>
    <w:rsid w:val="00704B0B"/>
    <w:rsid w:val="00706EED"/>
    <w:rsid w:val="007132CC"/>
    <w:rsid w:val="007164D7"/>
    <w:rsid w:val="00720280"/>
    <w:rsid w:val="0072143F"/>
    <w:rsid w:val="00723DFB"/>
    <w:rsid w:val="00726C42"/>
    <w:rsid w:val="0073735B"/>
    <w:rsid w:val="0073799A"/>
    <w:rsid w:val="00741783"/>
    <w:rsid w:val="00742870"/>
    <w:rsid w:val="00742972"/>
    <w:rsid w:val="00743C8B"/>
    <w:rsid w:val="00751595"/>
    <w:rsid w:val="00751A31"/>
    <w:rsid w:val="0077586A"/>
    <w:rsid w:val="00791559"/>
    <w:rsid w:val="00793534"/>
    <w:rsid w:val="0079399F"/>
    <w:rsid w:val="007C5F1E"/>
    <w:rsid w:val="007D48C1"/>
    <w:rsid w:val="007E3912"/>
    <w:rsid w:val="007F2536"/>
    <w:rsid w:val="00801CE7"/>
    <w:rsid w:val="008022AB"/>
    <w:rsid w:val="00816716"/>
    <w:rsid w:val="0082188F"/>
    <w:rsid w:val="008315AA"/>
    <w:rsid w:val="00831BD2"/>
    <w:rsid w:val="00841051"/>
    <w:rsid w:val="00841830"/>
    <w:rsid w:val="00843628"/>
    <w:rsid w:val="00844B86"/>
    <w:rsid w:val="008462D9"/>
    <w:rsid w:val="00852942"/>
    <w:rsid w:val="00854062"/>
    <w:rsid w:val="008540BE"/>
    <w:rsid w:val="008577E1"/>
    <w:rsid w:val="00870A82"/>
    <w:rsid w:val="00873142"/>
    <w:rsid w:val="008850E0"/>
    <w:rsid w:val="00894AE1"/>
    <w:rsid w:val="008956A8"/>
    <w:rsid w:val="008965AA"/>
    <w:rsid w:val="008A2C8E"/>
    <w:rsid w:val="008B1997"/>
    <w:rsid w:val="008C1F3D"/>
    <w:rsid w:val="008C2E45"/>
    <w:rsid w:val="008C6364"/>
    <w:rsid w:val="008D0E02"/>
    <w:rsid w:val="008E2FFF"/>
    <w:rsid w:val="008E48A0"/>
    <w:rsid w:val="008F4C4C"/>
    <w:rsid w:val="008F7B42"/>
    <w:rsid w:val="00901425"/>
    <w:rsid w:val="00907BA5"/>
    <w:rsid w:val="00907C02"/>
    <w:rsid w:val="00914FDA"/>
    <w:rsid w:val="00915588"/>
    <w:rsid w:val="0092235E"/>
    <w:rsid w:val="00922D1D"/>
    <w:rsid w:val="00924451"/>
    <w:rsid w:val="00941A52"/>
    <w:rsid w:val="00943DA7"/>
    <w:rsid w:val="0095578B"/>
    <w:rsid w:val="00955CD2"/>
    <w:rsid w:val="00963974"/>
    <w:rsid w:val="009656F2"/>
    <w:rsid w:val="00976716"/>
    <w:rsid w:val="0098101C"/>
    <w:rsid w:val="00981D14"/>
    <w:rsid w:val="00994ADE"/>
    <w:rsid w:val="00995941"/>
    <w:rsid w:val="009A5A87"/>
    <w:rsid w:val="009A7B69"/>
    <w:rsid w:val="009B5BCE"/>
    <w:rsid w:val="009C0475"/>
    <w:rsid w:val="009D71A5"/>
    <w:rsid w:val="009E5AF1"/>
    <w:rsid w:val="009F7D29"/>
    <w:rsid w:val="00A04E85"/>
    <w:rsid w:val="00A22257"/>
    <w:rsid w:val="00A27B99"/>
    <w:rsid w:val="00A308DC"/>
    <w:rsid w:val="00A31888"/>
    <w:rsid w:val="00A43560"/>
    <w:rsid w:val="00A44873"/>
    <w:rsid w:val="00A47ABF"/>
    <w:rsid w:val="00A52108"/>
    <w:rsid w:val="00A52921"/>
    <w:rsid w:val="00A53B10"/>
    <w:rsid w:val="00A57D09"/>
    <w:rsid w:val="00A63510"/>
    <w:rsid w:val="00A63CFE"/>
    <w:rsid w:val="00A9055A"/>
    <w:rsid w:val="00A94F95"/>
    <w:rsid w:val="00A955E5"/>
    <w:rsid w:val="00A978BC"/>
    <w:rsid w:val="00AA1E53"/>
    <w:rsid w:val="00AA1E75"/>
    <w:rsid w:val="00AA7512"/>
    <w:rsid w:val="00AB2FBC"/>
    <w:rsid w:val="00AB4CAA"/>
    <w:rsid w:val="00AB632D"/>
    <w:rsid w:val="00AC0C21"/>
    <w:rsid w:val="00AC4326"/>
    <w:rsid w:val="00AC441A"/>
    <w:rsid w:val="00AC4646"/>
    <w:rsid w:val="00AC5BA4"/>
    <w:rsid w:val="00AC75FC"/>
    <w:rsid w:val="00B2568F"/>
    <w:rsid w:val="00B31779"/>
    <w:rsid w:val="00B31872"/>
    <w:rsid w:val="00B366AB"/>
    <w:rsid w:val="00B40482"/>
    <w:rsid w:val="00B52502"/>
    <w:rsid w:val="00B52997"/>
    <w:rsid w:val="00B56535"/>
    <w:rsid w:val="00B62160"/>
    <w:rsid w:val="00B64311"/>
    <w:rsid w:val="00B871C3"/>
    <w:rsid w:val="00B90336"/>
    <w:rsid w:val="00BA5A1B"/>
    <w:rsid w:val="00BB0241"/>
    <w:rsid w:val="00BB3F5B"/>
    <w:rsid w:val="00BB4B5E"/>
    <w:rsid w:val="00BC4818"/>
    <w:rsid w:val="00BC5281"/>
    <w:rsid w:val="00BD607F"/>
    <w:rsid w:val="00BD657B"/>
    <w:rsid w:val="00BD6BAB"/>
    <w:rsid w:val="00BD77BC"/>
    <w:rsid w:val="00BE040A"/>
    <w:rsid w:val="00BE0ECA"/>
    <w:rsid w:val="00BE72A1"/>
    <w:rsid w:val="00BF27F8"/>
    <w:rsid w:val="00BF4CC2"/>
    <w:rsid w:val="00BF764A"/>
    <w:rsid w:val="00C03686"/>
    <w:rsid w:val="00C054BE"/>
    <w:rsid w:val="00C132DD"/>
    <w:rsid w:val="00C1566D"/>
    <w:rsid w:val="00C161B5"/>
    <w:rsid w:val="00C26CA7"/>
    <w:rsid w:val="00C320BD"/>
    <w:rsid w:val="00C4034B"/>
    <w:rsid w:val="00C40532"/>
    <w:rsid w:val="00C41010"/>
    <w:rsid w:val="00C46541"/>
    <w:rsid w:val="00C53F62"/>
    <w:rsid w:val="00C56D96"/>
    <w:rsid w:val="00C62E0B"/>
    <w:rsid w:val="00C653FB"/>
    <w:rsid w:val="00C6651C"/>
    <w:rsid w:val="00C66A91"/>
    <w:rsid w:val="00C72DED"/>
    <w:rsid w:val="00C751B6"/>
    <w:rsid w:val="00C76D99"/>
    <w:rsid w:val="00C8007D"/>
    <w:rsid w:val="00C922FE"/>
    <w:rsid w:val="00C97D46"/>
    <w:rsid w:val="00CA12ED"/>
    <w:rsid w:val="00CB209A"/>
    <w:rsid w:val="00CC0290"/>
    <w:rsid w:val="00CC7024"/>
    <w:rsid w:val="00CD0C43"/>
    <w:rsid w:val="00CD2638"/>
    <w:rsid w:val="00CD3202"/>
    <w:rsid w:val="00CD45D4"/>
    <w:rsid w:val="00CE31F7"/>
    <w:rsid w:val="00CE5332"/>
    <w:rsid w:val="00CE58B1"/>
    <w:rsid w:val="00CE5D31"/>
    <w:rsid w:val="00CF3A13"/>
    <w:rsid w:val="00CF6281"/>
    <w:rsid w:val="00D06542"/>
    <w:rsid w:val="00D1095A"/>
    <w:rsid w:val="00D2254E"/>
    <w:rsid w:val="00D37419"/>
    <w:rsid w:val="00D464B2"/>
    <w:rsid w:val="00D55CE0"/>
    <w:rsid w:val="00D6007C"/>
    <w:rsid w:val="00D6296C"/>
    <w:rsid w:val="00D658C4"/>
    <w:rsid w:val="00D65CCF"/>
    <w:rsid w:val="00D75434"/>
    <w:rsid w:val="00D76E95"/>
    <w:rsid w:val="00DA19A3"/>
    <w:rsid w:val="00DA4CA9"/>
    <w:rsid w:val="00DB16E2"/>
    <w:rsid w:val="00DB2AE3"/>
    <w:rsid w:val="00DD71D6"/>
    <w:rsid w:val="00DE2F81"/>
    <w:rsid w:val="00DE3041"/>
    <w:rsid w:val="00DE395A"/>
    <w:rsid w:val="00DE4E0A"/>
    <w:rsid w:val="00DF0EB6"/>
    <w:rsid w:val="00DF53F1"/>
    <w:rsid w:val="00E10553"/>
    <w:rsid w:val="00E25556"/>
    <w:rsid w:val="00E32F3B"/>
    <w:rsid w:val="00E36B01"/>
    <w:rsid w:val="00E40065"/>
    <w:rsid w:val="00E52C27"/>
    <w:rsid w:val="00E6772F"/>
    <w:rsid w:val="00E71E02"/>
    <w:rsid w:val="00E737ED"/>
    <w:rsid w:val="00E86406"/>
    <w:rsid w:val="00E90772"/>
    <w:rsid w:val="00EA33DB"/>
    <w:rsid w:val="00EA4C49"/>
    <w:rsid w:val="00EA6299"/>
    <w:rsid w:val="00EA67DD"/>
    <w:rsid w:val="00EB0FC8"/>
    <w:rsid w:val="00EC01ED"/>
    <w:rsid w:val="00EC45F8"/>
    <w:rsid w:val="00EC602A"/>
    <w:rsid w:val="00ED000E"/>
    <w:rsid w:val="00EE73C4"/>
    <w:rsid w:val="00EF0AE9"/>
    <w:rsid w:val="00EF3946"/>
    <w:rsid w:val="00F04607"/>
    <w:rsid w:val="00F129B7"/>
    <w:rsid w:val="00F16ECE"/>
    <w:rsid w:val="00F33217"/>
    <w:rsid w:val="00F36E2E"/>
    <w:rsid w:val="00F40C64"/>
    <w:rsid w:val="00F42ED7"/>
    <w:rsid w:val="00F6028B"/>
    <w:rsid w:val="00F6450A"/>
    <w:rsid w:val="00F661F6"/>
    <w:rsid w:val="00F721C3"/>
    <w:rsid w:val="00F77434"/>
    <w:rsid w:val="00F97657"/>
    <w:rsid w:val="00FA4E63"/>
    <w:rsid w:val="00FA5D43"/>
    <w:rsid w:val="00FA6AF0"/>
    <w:rsid w:val="00FB2C07"/>
    <w:rsid w:val="00FB34A5"/>
    <w:rsid w:val="00FB5F24"/>
    <w:rsid w:val="00FC4969"/>
    <w:rsid w:val="00FC67DE"/>
    <w:rsid w:val="00FD0914"/>
    <w:rsid w:val="00FD44E9"/>
    <w:rsid w:val="00FE192F"/>
    <w:rsid w:val="00FE59BD"/>
    <w:rsid w:val="0422357D"/>
    <w:rsid w:val="1ED5683B"/>
    <w:rsid w:val="23AFC79B"/>
    <w:rsid w:val="2672CF61"/>
    <w:rsid w:val="2956F8E1"/>
    <w:rsid w:val="2D69D3F5"/>
    <w:rsid w:val="34DE9C2C"/>
    <w:rsid w:val="390BD873"/>
    <w:rsid w:val="422E1696"/>
    <w:rsid w:val="4F998B3E"/>
    <w:rsid w:val="50313DBF"/>
    <w:rsid w:val="52D9E137"/>
    <w:rsid w:val="711D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2ED5F9"/>
  <w15:docId w15:val="{8F1DA1F0-389D-4329-B23F-CFB3329E6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table" w:styleId="Tabellenraster">
    <w:name w:val="Table Grid"/>
    <w:basedOn w:val="NormaleTabelle"/>
    <w:uiPriority w:val="59"/>
    <w:rsid w:val="00D10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bsatz-Standardschriftart"/>
    <w:rsid w:val="0020615B"/>
  </w:style>
  <w:style w:type="paragraph" w:customStyle="1" w:styleId="paragraph">
    <w:name w:val="paragraph"/>
    <w:basedOn w:val="Standard"/>
    <w:rsid w:val="00E52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eop">
    <w:name w:val="eop"/>
    <w:basedOn w:val="Absatz-Standardschriftart"/>
    <w:rsid w:val="00E52C27"/>
  </w:style>
  <w:style w:type="character" w:styleId="Kommentarzeichen">
    <w:name w:val="annotation reference"/>
    <w:basedOn w:val="Absatz-Standardschriftart"/>
    <w:uiPriority w:val="99"/>
    <w:semiHidden/>
    <w:unhideWhenUsed/>
    <w:rsid w:val="00401FC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01FC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01FC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01FC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01FCD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A63C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5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6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sanne\Downloads\ST%20Quadrat%20Bildunterschriften%20(1)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31EA47-B6A8-4789-9D2E-7D1EA35D78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020067-8C68-4380-A654-9082A56887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703CEB-410C-441B-8752-C492D82B067D}">
  <ds:schemaRefs>
    <ds:schemaRef ds:uri="http://www.w3.org/XML/1998/namespace"/>
    <ds:schemaRef ds:uri="da083add-181d-43df-886d-9d921766fa82"/>
    <ds:schemaRef ds:uri="http://schemas.microsoft.com/office/2006/metadata/properties"/>
    <ds:schemaRef ds:uri="http://purl.org/dc/elements/1.1/"/>
    <ds:schemaRef ds:uri="http://schemas.microsoft.com/office/2006/documentManagement/types"/>
    <ds:schemaRef ds:uri="07ad3ed2-19d9-44f2-8773-6e6d7e5ee040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 Quadrat Bildunterschriften (1).dotx</Template>
  <TotalTime>0</TotalTime>
  <Pages>1</Pages>
  <Words>30</Words>
  <Characters>189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Susanne</dc:creator>
  <cp:lastModifiedBy>Heinz Reinecke</cp:lastModifiedBy>
  <cp:revision>3</cp:revision>
  <cp:lastPrinted>2024-08-12T10:39:00Z</cp:lastPrinted>
  <dcterms:created xsi:type="dcterms:W3CDTF">2024-08-12T10:38:00Z</dcterms:created>
  <dcterms:modified xsi:type="dcterms:W3CDTF">2024-08-12T10:39:00Z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