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1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2"/>
        <w:gridCol w:w="2578"/>
        <w:gridCol w:w="3143"/>
      </w:tblGrid>
      <w:tr w:rsidR="00CF3A13" w:rsidRPr="004A2C4B" w14:paraId="061A149B" w14:textId="77777777" w:rsidTr="00D5243E">
        <w:trPr>
          <w:trHeight w:val="404"/>
        </w:trPr>
        <w:tc>
          <w:tcPr>
            <w:tcW w:w="3432" w:type="dxa"/>
            <w:tcBorders>
              <w:bottom w:val="none" w:sz="12" w:space="0" w:color="000000" w:themeColor="text1"/>
            </w:tcBorders>
          </w:tcPr>
          <w:p w14:paraId="7951B2C7" w14:textId="691D4A96" w:rsidR="00D1095A" w:rsidRPr="004A2C4B" w:rsidRDefault="00D1095A" w:rsidP="001309C7">
            <w:pPr>
              <w:spacing w:line="360" w:lineRule="auto"/>
              <w:ind w:right="1134"/>
              <w:rPr>
                <w:rFonts w:ascii="Calibri" w:hAnsi="Calibri" w:cs="Calibri"/>
                <w:b/>
                <w:bCs/>
                <w:lang w:val="en-US"/>
              </w:rPr>
            </w:pPr>
            <w:proofErr w:type="spellStart"/>
            <w:r w:rsidRPr="67665599">
              <w:rPr>
                <w:rFonts w:ascii="Calibri" w:hAnsi="Calibri" w:cs="Calibri"/>
                <w:b/>
                <w:bCs/>
                <w:lang w:val="en-US"/>
              </w:rPr>
              <w:t>Bildmotiv</w:t>
            </w:r>
            <w:proofErr w:type="spellEnd"/>
          </w:p>
        </w:tc>
        <w:tc>
          <w:tcPr>
            <w:tcW w:w="2578" w:type="dxa"/>
            <w:tcBorders>
              <w:bottom w:val="none" w:sz="12" w:space="0" w:color="000000" w:themeColor="text1"/>
            </w:tcBorders>
          </w:tcPr>
          <w:p w14:paraId="4E4470CF" w14:textId="5A7381F9" w:rsidR="00D1095A" w:rsidRPr="004A2C4B" w:rsidRDefault="00D1095A" w:rsidP="0057004B">
            <w:pPr>
              <w:spacing w:line="360" w:lineRule="auto"/>
              <w:ind w:right="1166"/>
              <w:rPr>
                <w:rFonts w:ascii="Calibri" w:hAnsi="Calibri" w:cs="Calibri"/>
                <w:b/>
                <w:bCs/>
                <w:lang w:val="en-US"/>
              </w:rPr>
            </w:pPr>
            <w:proofErr w:type="spellStart"/>
            <w:r w:rsidRPr="004A2C4B">
              <w:rPr>
                <w:rFonts w:ascii="Calibri" w:hAnsi="Calibri" w:cs="Calibri"/>
                <w:b/>
                <w:bCs/>
                <w:lang w:val="en-US"/>
              </w:rPr>
              <w:t>Dateiname</w:t>
            </w:r>
            <w:proofErr w:type="spellEnd"/>
          </w:p>
        </w:tc>
        <w:tc>
          <w:tcPr>
            <w:tcW w:w="3143" w:type="dxa"/>
            <w:tcBorders>
              <w:bottom w:val="none" w:sz="12" w:space="0" w:color="000000" w:themeColor="text1"/>
            </w:tcBorders>
          </w:tcPr>
          <w:p w14:paraId="32A88599" w14:textId="036CB0D4" w:rsidR="00D1095A" w:rsidRPr="004A2C4B" w:rsidRDefault="00D1095A" w:rsidP="00CF3A13">
            <w:pPr>
              <w:spacing w:line="360" w:lineRule="auto"/>
              <w:ind w:right="1018"/>
              <w:rPr>
                <w:rFonts w:ascii="Calibri" w:hAnsi="Calibri" w:cs="Calibri"/>
                <w:b/>
                <w:bCs/>
                <w:lang w:val="en-US"/>
              </w:rPr>
            </w:pPr>
            <w:proofErr w:type="spellStart"/>
            <w:r w:rsidRPr="004A2C4B">
              <w:rPr>
                <w:rFonts w:ascii="Calibri" w:hAnsi="Calibri" w:cs="Calibri"/>
                <w:b/>
                <w:bCs/>
                <w:lang w:val="en-US"/>
              </w:rPr>
              <w:t>Bildunterschri</w:t>
            </w:r>
            <w:r w:rsidR="00CF3A13" w:rsidRPr="004A2C4B">
              <w:rPr>
                <w:rFonts w:ascii="Calibri" w:hAnsi="Calibri" w:cs="Calibri"/>
                <w:b/>
                <w:bCs/>
                <w:lang w:val="en-US"/>
              </w:rPr>
              <w:t>f</w:t>
            </w:r>
            <w:r w:rsidRPr="004A2C4B">
              <w:rPr>
                <w:rFonts w:ascii="Calibri" w:hAnsi="Calibri" w:cs="Calibri"/>
                <w:b/>
                <w:bCs/>
                <w:lang w:val="en-US"/>
              </w:rPr>
              <w:t>t</w:t>
            </w:r>
            <w:proofErr w:type="spellEnd"/>
          </w:p>
        </w:tc>
      </w:tr>
      <w:tr w:rsidR="00CF3A13" w:rsidRPr="004A2C4B" w14:paraId="2CEACB0D" w14:textId="77777777" w:rsidTr="00D5243E">
        <w:trPr>
          <w:trHeight w:val="4382"/>
        </w:trPr>
        <w:tc>
          <w:tcPr>
            <w:tcW w:w="3432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7389FC2A" w14:textId="7BE4BD33" w:rsidR="00D1095A" w:rsidRPr="004A2C4B" w:rsidRDefault="00D1095A" w:rsidP="001309C7">
            <w:pPr>
              <w:spacing w:line="360" w:lineRule="auto"/>
              <w:ind w:right="1134"/>
              <w:rPr>
                <w:rFonts w:ascii="Calibri" w:hAnsi="Calibri" w:cs="Calibri"/>
                <w:noProof/>
                <w:lang w:val="en-US"/>
              </w:rPr>
            </w:pPr>
          </w:p>
          <w:p w14:paraId="380991EB" w14:textId="77777777" w:rsidR="00D1095A" w:rsidRDefault="00287135" w:rsidP="001309C7">
            <w:pPr>
              <w:spacing w:line="360" w:lineRule="auto"/>
              <w:ind w:right="1134"/>
            </w:pPr>
            <w:r>
              <w:rPr>
                <w:noProof/>
              </w:rPr>
              <w:drawing>
                <wp:inline distT="0" distB="0" distL="0" distR="0" wp14:anchorId="48BF35F3" wp14:editId="3FEE3C0F">
                  <wp:extent cx="1612900" cy="2159000"/>
                  <wp:effectExtent l="0" t="0" r="0" b="0"/>
                  <wp:docPr id="1278105077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8105077" name="Grafik 127810507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2900" cy="215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951F81" w14:textId="546BDB0C" w:rsidR="00635E8F" w:rsidRPr="004A2C4B" w:rsidRDefault="00635E8F" w:rsidP="001309C7">
            <w:pPr>
              <w:spacing w:line="360" w:lineRule="auto"/>
              <w:ind w:right="1134"/>
            </w:pPr>
          </w:p>
        </w:tc>
        <w:tc>
          <w:tcPr>
            <w:tcW w:w="2578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1236FAC5" w14:textId="77777777" w:rsidR="00D1095A" w:rsidRPr="004A2C4B" w:rsidRDefault="00D1095A" w:rsidP="00742972">
            <w:pPr>
              <w:ind w:right="1134"/>
              <w:rPr>
                <w:rFonts w:ascii="Calibri" w:hAnsi="Calibri" w:cs="Calibri"/>
              </w:rPr>
            </w:pPr>
          </w:p>
          <w:p w14:paraId="35C079B6" w14:textId="7D2213BF" w:rsidR="67665599" w:rsidRDefault="00635E8F" w:rsidP="67665599">
            <w:pPr>
              <w:ind w:right="32"/>
              <w:rPr>
                <w:rFonts w:ascii="Calibri" w:hAnsi="Calibri" w:cs="Calibri"/>
                <w:lang w:val="en-US"/>
              </w:rPr>
            </w:pPr>
            <w:r w:rsidRPr="00635E8F">
              <w:rPr>
                <w:rFonts w:ascii="Calibri" w:eastAsia="Calibri" w:hAnsi="Calibri" w:cs="Calibri"/>
                <w:lang w:val="en-US"/>
              </w:rPr>
              <w:t>QUICK-DOKU-LUXtop_01</w:t>
            </w:r>
          </w:p>
          <w:p w14:paraId="09508DC6" w14:textId="77777777" w:rsidR="00BD6BAB" w:rsidRPr="00B66F8E" w:rsidRDefault="00BD6BAB" w:rsidP="00BD6BAB">
            <w:pPr>
              <w:ind w:right="315"/>
              <w:rPr>
                <w:rFonts w:ascii="Calibri" w:hAnsi="Calibri" w:cs="Calibri"/>
                <w:lang w:val="en-US"/>
              </w:rPr>
            </w:pPr>
          </w:p>
          <w:p w14:paraId="40936CB3" w14:textId="77777777" w:rsidR="00BD6BAB" w:rsidRPr="00B66F8E" w:rsidRDefault="00BD6BAB" w:rsidP="00BD6BAB">
            <w:pPr>
              <w:ind w:right="315"/>
              <w:rPr>
                <w:rFonts w:ascii="Calibri" w:hAnsi="Calibri" w:cs="Calibri"/>
                <w:lang w:val="en-US"/>
              </w:rPr>
            </w:pPr>
          </w:p>
          <w:p w14:paraId="40E65D3F" w14:textId="725BA344" w:rsidR="00BD6BAB" w:rsidRPr="00B66F8E" w:rsidRDefault="00BD6BAB" w:rsidP="00BD6BAB">
            <w:pPr>
              <w:ind w:right="315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143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21039DB9" w14:textId="77777777" w:rsidR="00B62160" w:rsidRPr="00B66F8E" w:rsidRDefault="00B62160" w:rsidP="67665599">
            <w:pPr>
              <w:ind w:right="-116"/>
              <w:rPr>
                <w:rFonts w:ascii="Calibri" w:hAnsi="Calibri" w:cs="Calibri"/>
                <w:lang w:val="en-US"/>
              </w:rPr>
            </w:pPr>
          </w:p>
          <w:p w14:paraId="473F134A" w14:textId="08BD656B" w:rsidR="0073735B" w:rsidRPr="004A2C4B" w:rsidRDefault="05B61AED" w:rsidP="00E36B01">
            <w:pPr>
              <w:ind w:right="-116"/>
              <w:rPr>
                <w:rFonts w:ascii="Calibri" w:hAnsi="Calibri" w:cs="Calibri"/>
              </w:rPr>
            </w:pPr>
            <w:r w:rsidRPr="6D427663">
              <w:rPr>
                <w:rFonts w:ascii="Calibri" w:hAnsi="Calibri" w:cs="Calibri"/>
              </w:rPr>
              <w:t xml:space="preserve">Dank des modernisierten Designs und einer überarbeiteten Benutzeroberfläche wird die Handhabung der App noch intuitiver und schneller. </w:t>
            </w:r>
          </w:p>
          <w:p w14:paraId="7B2BECB2" w14:textId="17BAA90A" w:rsidR="6D427663" w:rsidRDefault="6D427663" w:rsidP="6D427663">
            <w:pPr>
              <w:ind w:right="-116"/>
              <w:rPr>
                <w:rFonts w:ascii="Calibri" w:hAnsi="Calibri" w:cs="Calibri"/>
              </w:rPr>
            </w:pPr>
          </w:p>
          <w:p w14:paraId="46DCD86D" w14:textId="77777777" w:rsidR="003F060D" w:rsidRPr="004A2C4B" w:rsidRDefault="003F060D" w:rsidP="003F060D">
            <w:pPr>
              <w:ind w:right="-116"/>
              <w:rPr>
                <w:rFonts w:ascii="Calibri" w:hAnsi="Calibri" w:cs="Calibri"/>
              </w:rPr>
            </w:pPr>
            <w:r w:rsidRPr="67665599">
              <w:rPr>
                <w:rFonts w:ascii="Calibri" w:hAnsi="Calibri" w:cs="Calibri"/>
              </w:rPr>
              <w:t>Foto: LUX-top</w:t>
            </w:r>
          </w:p>
          <w:p w14:paraId="3873FD6E" w14:textId="25502E1A" w:rsidR="67665599" w:rsidRDefault="67665599" w:rsidP="67665599">
            <w:pPr>
              <w:ind w:right="-116"/>
              <w:rPr>
                <w:rFonts w:ascii="Calibri" w:hAnsi="Calibri" w:cs="Calibri"/>
              </w:rPr>
            </w:pPr>
          </w:p>
          <w:p w14:paraId="60941B5E" w14:textId="274514A5" w:rsidR="009D71A5" w:rsidRPr="004A2C4B" w:rsidRDefault="009D71A5" w:rsidP="003F060D">
            <w:pPr>
              <w:ind w:right="-116"/>
              <w:rPr>
                <w:rFonts w:ascii="Calibri" w:hAnsi="Calibri" w:cs="Calibri"/>
              </w:rPr>
            </w:pPr>
          </w:p>
        </w:tc>
      </w:tr>
      <w:tr w:rsidR="67665599" w14:paraId="2921156F" w14:textId="77777777" w:rsidTr="00D5243E">
        <w:trPr>
          <w:trHeight w:val="302"/>
        </w:trPr>
        <w:tc>
          <w:tcPr>
            <w:tcW w:w="3432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7A731215" w14:textId="012B2497" w:rsidR="00A0743E" w:rsidRDefault="00A0743E" w:rsidP="67665599">
            <w:pPr>
              <w:spacing w:line="360" w:lineRule="auto"/>
              <w:rPr>
                <w:rFonts w:ascii="Calibri" w:hAnsi="Calibri" w:cs="Calibri"/>
                <w:noProof/>
                <w:lang w:val="en-US"/>
              </w:rPr>
            </w:pPr>
            <w:r>
              <w:rPr>
                <w:rFonts w:ascii="Calibri" w:hAnsi="Calibri" w:cs="Calibri"/>
                <w:noProof/>
                <w:lang w:val="en-US"/>
              </w:rPr>
              <w:drawing>
                <wp:inline distT="0" distB="0" distL="0" distR="0" wp14:anchorId="6F27669B" wp14:editId="2BA7E3F3">
                  <wp:extent cx="2019935" cy="1508760"/>
                  <wp:effectExtent l="0" t="0" r="0" b="2540"/>
                  <wp:docPr id="108039170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039170" name="Grafik 108039170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935" cy="150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8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6EEBCD10" w14:textId="6653C3DE" w:rsidR="67665599" w:rsidRDefault="00635E8F" w:rsidP="67665599">
            <w:pPr>
              <w:rPr>
                <w:rFonts w:ascii="Calibri" w:hAnsi="Calibri" w:cs="Calibri"/>
              </w:rPr>
            </w:pPr>
            <w:r w:rsidRPr="00635E8F">
              <w:rPr>
                <w:rFonts w:ascii="Calibri" w:eastAsia="Calibri" w:hAnsi="Calibri" w:cs="Calibri"/>
              </w:rPr>
              <w:t>QUICK-DOKU-LUXtop_0</w:t>
            </w: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3143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664057BE" w14:textId="60D6B27B" w:rsidR="4FB07E60" w:rsidRDefault="4FB07E60" w:rsidP="6D427663">
            <w:pPr>
              <w:spacing w:after="200" w:line="276" w:lineRule="auto"/>
              <w:ind w:right="-116"/>
            </w:pPr>
            <w:r w:rsidRPr="017C0631">
              <w:rPr>
                <w:rFonts w:ascii="Calibri" w:eastAsia="Calibri" w:hAnsi="Calibri" w:cs="Calibri"/>
                <w:color w:val="000000" w:themeColor="text1"/>
              </w:rPr>
              <w:t>Mit dem Update bietet die Q</w:t>
            </w:r>
            <w:r w:rsidR="7CAB555A" w:rsidRPr="017C0631">
              <w:rPr>
                <w:rFonts w:ascii="Calibri" w:eastAsia="Calibri" w:hAnsi="Calibri" w:cs="Calibri"/>
                <w:color w:val="000000" w:themeColor="text1"/>
              </w:rPr>
              <w:t>UICK</w:t>
            </w:r>
            <w:r w:rsidRPr="017C0631">
              <w:rPr>
                <w:rFonts w:ascii="Calibri" w:eastAsia="Calibri" w:hAnsi="Calibri" w:cs="Calibri"/>
                <w:color w:val="000000" w:themeColor="text1"/>
              </w:rPr>
              <w:t>-D</w:t>
            </w:r>
            <w:r w:rsidR="3CB61935" w:rsidRPr="017C0631">
              <w:rPr>
                <w:rFonts w:ascii="Calibri" w:eastAsia="Calibri" w:hAnsi="Calibri" w:cs="Calibri"/>
                <w:color w:val="000000" w:themeColor="text1"/>
              </w:rPr>
              <w:t>OKU</w:t>
            </w:r>
            <w:r w:rsidRPr="017C0631">
              <w:rPr>
                <w:rFonts w:ascii="Calibri" w:eastAsia="Calibri" w:hAnsi="Calibri" w:cs="Calibri"/>
                <w:color w:val="000000" w:themeColor="text1"/>
              </w:rPr>
              <w:t xml:space="preserve"> zahlreiche Vorteile für die Anwender und ihren Arbeitsalltag.</w:t>
            </w:r>
          </w:p>
          <w:p w14:paraId="67EAA92D" w14:textId="38638A8A" w:rsidR="6D427663" w:rsidRDefault="6D427663" w:rsidP="6D427663">
            <w:pPr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</w:p>
          <w:p w14:paraId="7D86809C" w14:textId="2EE8FD1C" w:rsidR="67665599" w:rsidRDefault="67665599" w:rsidP="67665599">
            <w:pPr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</w:p>
          <w:p w14:paraId="34B11D01" w14:textId="77777777" w:rsidR="32C3653E" w:rsidRDefault="32C3653E" w:rsidP="67665599">
            <w:pPr>
              <w:ind w:right="-116"/>
              <w:rPr>
                <w:rFonts w:ascii="Calibri" w:hAnsi="Calibri" w:cs="Calibri"/>
              </w:rPr>
            </w:pPr>
            <w:r w:rsidRPr="67665599">
              <w:rPr>
                <w:rFonts w:ascii="Calibri" w:hAnsi="Calibri" w:cs="Calibri"/>
              </w:rPr>
              <w:t>Foto: LUX-top</w:t>
            </w:r>
          </w:p>
          <w:p w14:paraId="0C4B4D82" w14:textId="2A459DA4" w:rsidR="67665599" w:rsidRDefault="67665599" w:rsidP="67665599">
            <w:pPr>
              <w:ind w:right="-116"/>
              <w:rPr>
                <w:rFonts w:ascii="Calibri" w:hAnsi="Calibri" w:cs="Calibri"/>
              </w:rPr>
            </w:pPr>
          </w:p>
          <w:p w14:paraId="17859722" w14:textId="73775E34" w:rsidR="67665599" w:rsidRDefault="67665599" w:rsidP="67665599">
            <w:pPr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</w:p>
        </w:tc>
      </w:tr>
      <w:tr w:rsidR="67665599" w14:paraId="73EB008B" w14:textId="77777777" w:rsidTr="00D5243E">
        <w:trPr>
          <w:trHeight w:val="302"/>
        </w:trPr>
        <w:tc>
          <w:tcPr>
            <w:tcW w:w="3432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116AA4D2" w14:textId="7733EAA4" w:rsidR="3B411CFE" w:rsidRDefault="3B411CFE" w:rsidP="67665599">
            <w:pPr>
              <w:spacing w:line="360" w:lineRule="auto"/>
              <w:rPr>
                <w:rFonts w:ascii="Calibri" w:hAnsi="Calibri" w:cs="Calibri"/>
                <w:noProof/>
                <w:lang w:val="en-US"/>
              </w:rPr>
            </w:pPr>
          </w:p>
        </w:tc>
        <w:tc>
          <w:tcPr>
            <w:tcW w:w="2578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7995BDD6" w14:textId="2F880DB2" w:rsidR="67665599" w:rsidRDefault="67665599" w:rsidP="67665599">
            <w:pPr>
              <w:rPr>
                <w:rFonts w:ascii="Calibri" w:hAnsi="Calibri" w:cs="Calibri"/>
              </w:rPr>
            </w:pPr>
          </w:p>
        </w:tc>
        <w:tc>
          <w:tcPr>
            <w:tcW w:w="3143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22B1FE40" w14:textId="74B3DBE0" w:rsidR="5F062990" w:rsidRDefault="5F062990" w:rsidP="67665599">
            <w:pPr>
              <w:ind w:right="-116"/>
              <w:rPr>
                <w:rFonts w:ascii="Calibri" w:hAnsi="Calibri" w:cs="Calibri"/>
              </w:rPr>
            </w:pPr>
          </w:p>
        </w:tc>
      </w:tr>
    </w:tbl>
    <w:p w14:paraId="6F3E6DC1" w14:textId="3F57E8CC" w:rsidR="00A47ABF" w:rsidRPr="003F060D" w:rsidRDefault="00A47ABF" w:rsidP="000A2144">
      <w:pPr>
        <w:spacing w:after="0" w:line="360" w:lineRule="auto"/>
        <w:ind w:right="1134"/>
        <w:rPr>
          <w:rFonts w:ascii="Calibri" w:hAnsi="Calibri" w:cs="Calibri"/>
        </w:rPr>
      </w:pPr>
    </w:p>
    <w:sectPr w:rsidR="00A47ABF" w:rsidRPr="003F060D" w:rsidSect="00FC4969">
      <w:headerReference w:type="default" r:id="rId12"/>
      <w:footerReference w:type="default" r:id="rId13"/>
      <w:pgSz w:w="11906" w:h="16838" w:code="9"/>
      <w:pgMar w:top="2410" w:right="1418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00612" w14:textId="77777777" w:rsidR="00A85C9A" w:rsidRDefault="00A85C9A" w:rsidP="00CB209A">
      <w:pPr>
        <w:spacing w:after="0" w:line="240" w:lineRule="auto"/>
      </w:pPr>
      <w:r>
        <w:separator/>
      </w:r>
    </w:p>
  </w:endnote>
  <w:endnote w:type="continuationSeparator" w:id="0">
    <w:p w14:paraId="672FDC3E" w14:textId="77777777" w:rsidR="00A85C9A" w:rsidRDefault="00A85C9A" w:rsidP="00CB209A">
      <w:pPr>
        <w:spacing w:after="0" w:line="240" w:lineRule="auto"/>
      </w:pPr>
      <w:r>
        <w:continuationSeparator/>
      </w:r>
    </w:p>
  </w:endnote>
  <w:endnote w:type="continuationNotice" w:id="1">
    <w:p w14:paraId="3B3DFD48" w14:textId="77777777" w:rsidR="00A85C9A" w:rsidRDefault="00A85C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FDB07" w14:textId="2E4C0874" w:rsidR="00CD3202" w:rsidRDefault="00A04E85">
    <w:pPr>
      <w:pStyle w:val="Fuzeile"/>
    </w:pPr>
    <w:r w:rsidRPr="00A555FC">
      <w:rPr>
        <w:sz w:val="20"/>
        <w:szCs w:val="20"/>
      </w:rPr>
      <w:t xml:space="preserve">Seite </w:t>
    </w:r>
    <w:r w:rsidRPr="00A555FC">
      <w:rPr>
        <w:b/>
        <w:bCs/>
        <w:sz w:val="20"/>
        <w:szCs w:val="20"/>
      </w:rPr>
      <w:fldChar w:fldCharType="begin"/>
    </w:r>
    <w:r w:rsidRPr="00A555FC">
      <w:rPr>
        <w:b/>
        <w:bCs/>
        <w:sz w:val="20"/>
        <w:szCs w:val="20"/>
      </w:rPr>
      <w:instrText>PAGE  \* Arabic  \* MERGEFORMAT</w:instrText>
    </w:r>
    <w:r w:rsidRPr="00A555FC">
      <w:rPr>
        <w:b/>
        <w:bCs/>
        <w:sz w:val="20"/>
        <w:szCs w:val="20"/>
      </w:rPr>
      <w:fldChar w:fldCharType="separate"/>
    </w:r>
    <w:r w:rsidR="00EA4C49">
      <w:rPr>
        <w:b/>
        <w:bCs/>
        <w:noProof/>
        <w:sz w:val="20"/>
        <w:szCs w:val="20"/>
      </w:rPr>
      <w:t>2</w:t>
    </w:r>
    <w:r w:rsidRPr="00A555FC">
      <w:rPr>
        <w:b/>
        <w:bCs/>
        <w:sz w:val="20"/>
        <w:szCs w:val="20"/>
      </w:rPr>
      <w:fldChar w:fldCharType="end"/>
    </w:r>
    <w:r w:rsidRPr="00A555FC">
      <w:rPr>
        <w:sz w:val="20"/>
        <w:szCs w:val="20"/>
      </w:rPr>
      <w:t xml:space="preserve"> von </w:t>
    </w:r>
    <w:r w:rsidRPr="00A555FC">
      <w:rPr>
        <w:b/>
        <w:bCs/>
        <w:sz w:val="20"/>
        <w:szCs w:val="20"/>
      </w:rPr>
      <w:fldChar w:fldCharType="begin"/>
    </w:r>
    <w:r w:rsidRPr="00A555FC">
      <w:rPr>
        <w:b/>
        <w:bCs/>
        <w:sz w:val="20"/>
        <w:szCs w:val="20"/>
      </w:rPr>
      <w:instrText>NUMPAGES  \* Arabic  \* MERGEFORMAT</w:instrText>
    </w:r>
    <w:r w:rsidRPr="00A555FC">
      <w:rPr>
        <w:b/>
        <w:bCs/>
        <w:sz w:val="20"/>
        <w:szCs w:val="20"/>
      </w:rPr>
      <w:fldChar w:fldCharType="separate"/>
    </w:r>
    <w:r w:rsidR="00EA4C49">
      <w:rPr>
        <w:b/>
        <w:bCs/>
        <w:noProof/>
        <w:sz w:val="20"/>
        <w:szCs w:val="20"/>
      </w:rPr>
      <w:t>2</w:t>
    </w:r>
    <w:r w:rsidRPr="00A555FC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99C09" w14:textId="77777777" w:rsidR="00A85C9A" w:rsidRDefault="00A85C9A" w:rsidP="00CB209A">
      <w:pPr>
        <w:spacing w:after="0" w:line="240" w:lineRule="auto"/>
      </w:pPr>
      <w:r>
        <w:separator/>
      </w:r>
    </w:p>
  </w:footnote>
  <w:footnote w:type="continuationSeparator" w:id="0">
    <w:p w14:paraId="1DF47BFC" w14:textId="77777777" w:rsidR="00A85C9A" w:rsidRDefault="00A85C9A" w:rsidP="00CB209A">
      <w:pPr>
        <w:spacing w:after="0" w:line="240" w:lineRule="auto"/>
      </w:pPr>
      <w:r>
        <w:continuationSeparator/>
      </w:r>
    </w:p>
  </w:footnote>
  <w:footnote w:type="continuationNotice" w:id="1">
    <w:p w14:paraId="429CC82E" w14:textId="77777777" w:rsidR="00A85C9A" w:rsidRDefault="00A85C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ECF45" w14:textId="49F8F828" w:rsidR="00CD3202" w:rsidRPr="00FB5F24" w:rsidRDefault="000E149A" w:rsidP="000E149A">
    <w:pPr>
      <w:pStyle w:val="Kopfzeile"/>
      <w:tabs>
        <w:tab w:val="clear" w:pos="9072"/>
        <w:tab w:val="right" w:pos="9070"/>
      </w:tabs>
      <w:ind w:firstLine="6663"/>
      <w:jc w:val="right"/>
      <w:rPr>
        <w:rFonts w:cstheme="minorHAnsi"/>
        <w:color w:val="808080" w:themeColor="background1" w:themeShade="80"/>
        <w:sz w:val="44"/>
        <w:szCs w:val="44"/>
      </w:rPr>
    </w:pPr>
    <w:r>
      <w:rPr>
        <w:noProof/>
      </w:rPr>
      <w:drawing>
        <wp:inline distT="0" distB="0" distL="0" distR="0" wp14:anchorId="6F54F9F5" wp14:editId="2A062DA2">
          <wp:extent cx="2133600" cy="533400"/>
          <wp:effectExtent l="0" t="0" r="0" b="0"/>
          <wp:docPr id="30" name="Grafi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5044" cy="533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F3D" w:rsidRPr="00FB5F24">
      <w:rPr>
        <w:rFonts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E754634" wp14:editId="791937CD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9525" b="0"/>
              <wp:wrapSquare wrapText="bothSides"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61FEF8" w14:textId="128B6CF8" w:rsidR="008C1F3D" w:rsidRDefault="008C1F3D" w:rsidP="000E149A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pic="http://schemas.openxmlformats.org/drawingml/2006/picture" xmlns:a14="http://schemas.microsoft.com/office/drawing/2010/main">
          <w:pict>
            <v:shapetype id="_x0000_t202" coordsize="21600,21600" o:spt="202" path="m,l,21600r21600,l21600,xe" w14:anchorId="0E754634">
              <v:stroke joinstyle="miter"/>
              <v:path gradientshapeok="t" o:connecttype="rect"/>
            </v:shapetype>
            <v:shape id="Textfeld 2" style="position:absolute;left:0;text-align:left;margin-left:358.9pt;margin-top:-16.65pt;width:155.25pt;height:124.5pt;z-index:251658240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">
              <v:textbox style="mso-fit-shape-to-text:t">
                <w:txbxContent>
                  <w:p w:rsidR="008C1F3D" w:rsidP="000E149A" w:rsidRDefault="008C1F3D" w14:paraId="1361FEF8" w14:textId="128B6CF8"/>
                </w:txbxContent>
              </v:textbox>
              <w10:wrap type="square"/>
            </v:shape>
          </w:pict>
        </mc:Fallback>
      </mc:AlternateContent>
    </w:r>
    <w:r w:rsidR="00103779">
      <w:rPr>
        <w:rFonts w:cstheme="minorHAnsi"/>
        <w:color w:val="808080" w:themeColor="background1" w:themeShade="80"/>
        <w:sz w:val="44"/>
        <w:szCs w:val="44"/>
      </w:rPr>
      <w:t>B</w:t>
    </w:r>
    <w:r w:rsidR="00D65CCF">
      <w:rPr>
        <w:rFonts w:cstheme="minorHAnsi"/>
        <w:color w:val="808080" w:themeColor="background1" w:themeShade="80"/>
        <w:sz w:val="44"/>
        <w:szCs w:val="44"/>
      </w:rPr>
      <w:t>ILDUNTERSCHRIFTEN</w:t>
    </w:r>
    <w:r w:rsidR="00CD3202" w:rsidRPr="00FB5F24">
      <w:rPr>
        <w:rFonts w:cstheme="minorHAnsi"/>
        <w:color w:val="808080" w:themeColor="background1" w:themeShade="80"/>
        <w:sz w:val="44"/>
        <w:szCs w:val="44"/>
      </w:rPr>
      <w:tab/>
    </w:r>
    <w:r w:rsidR="00CD3202" w:rsidRPr="00FB5F24">
      <w:rPr>
        <w:rFonts w:cstheme="minorHAnsi"/>
        <w:color w:val="808080" w:themeColor="background1" w:themeShade="80"/>
        <w:sz w:val="44"/>
        <w:szCs w:val="44"/>
      </w:rPr>
      <w:tab/>
    </w:r>
    <w:r w:rsidR="00FB5F24">
      <w:rPr>
        <w:rFonts w:cstheme="minorHAnsi"/>
        <w:color w:val="808080" w:themeColor="background1" w:themeShade="80"/>
        <w:sz w:val="44"/>
        <w:szCs w:val="44"/>
      </w:rPr>
      <w:t xml:space="preserve">       </w:t>
    </w:r>
  </w:p>
  <w:p w14:paraId="5A425585" w14:textId="77777777" w:rsidR="00CD3202" w:rsidRDefault="00CD320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7772056">
    <w:abstractNumId w:val="0"/>
  </w:num>
  <w:num w:numId="2" w16cid:durableId="1215973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CF"/>
    <w:rsid w:val="00001E59"/>
    <w:rsid w:val="00002ED9"/>
    <w:rsid w:val="00012FDF"/>
    <w:rsid w:val="00016A52"/>
    <w:rsid w:val="00021E88"/>
    <w:rsid w:val="00030F0D"/>
    <w:rsid w:val="000311DE"/>
    <w:rsid w:val="000314B5"/>
    <w:rsid w:val="00031D5B"/>
    <w:rsid w:val="00035C1C"/>
    <w:rsid w:val="000525BB"/>
    <w:rsid w:val="0005734D"/>
    <w:rsid w:val="000657C3"/>
    <w:rsid w:val="000737D0"/>
    <w:rsid w:val="0009680F"/>
    <w:rsid w:val="00096BBA"/>
    <w:rsid w:val="00097DA4"/>
    <w:rsid w:val="000A1058"/>
    <w:rsid w:val="000A2144"/>
    <w:rsid w:val="000A74E1"/>
    <w:rsid w:val="000B3650"/>
    <w:rsid w:val="000B4238"/>
    <w:rsid w:val="000B7107"/>
    <w:rsid w:val="000C1A18"/>
    <w:rsid w:val="000C6B5D"/>
    <w:rsid w:val="000C78E2"/>
    <w:rsid w:val="000E149A"/>
    <w:rsid w:val="000F2605"/>
    <w:rsid w:val="00100158"/>
    <w:rsid w:val="00100A7A"/>
    <w:rsid w:val="00100E26"/>
    <w:rsid w:val="00103779"/>
    <w:rsid w:val="00107143"/>
    <w:rsid w:val="0011033A"/>
    <w:rsid w:val="00110F21"/>
    <w:rsid w:val="001117A8"/>
    <w:rsid w:val="00111D67"/>
    <w:rsid w:val="00115ED2"/>
    <w:rsid w:val="001303AF"/>
    <w:rsid w:val="001309C7"/>
    <w:rsid w:val="001328CF"/>
    <w:rsid w:val="00141D84"/>
    <w:rsid w:val="00145C4C"/>
    <w:rsid w:val="001600B8"/>
    <w:rsid w:val="00162D99"/>
    <w:rsid w:val="001821E6"/>
    <w:rsid w:val="00186631"/>
    <w:rsid w:val="00192EB1"/>
    <w:rsid w:val="001972FD"/>
    <w:rsid w:val="001A39CB"/>
    <w:rsid w:val="001B1161"/>
    <w:rsid w:val="001D1D7C"/>
    <w:rsid w:val="001D51AE"/>
    <w:rsid w:val="001E0759"/>
    <w:rsid w:val="001E5836"/>
    <w:rsid w:val="001F056D"/>
    <w:rsid w:val="00203B47"/>
    <w:rsid w:val="0020615B"/>
    <w:rsid w:val="00212589"/>
    <w:rsid w:val="0021528C"/>
    <w:rsid w:val="002210F4"/>
    <w:rsid w:val="00227A21"/>
    <w:rsid w:val="0024407F"/>
    <w:rsid w:val="002529BB"/>
    <w:rsid w:val="00256F7D"/>
    <w:rsid w:val="00260760"/>
    <w:rsid w:val="00265F41"/>
    <w:rsid w:val="00273B59"/>
    <w:rsid w:val="00285F0F"/>
    <w:rsid w:val="00286ADA"/>
    <w:rsid w:val="00287135"/>
    <w:rsid w:val="0029139A"/>
    <w:rsid w:val="00291992"/>
    <w:rsid w:val="0029338B"/>
    <w:rsid w:val="002A20A2"/>
    <w:rsid w:val="002A4A97"/>
    <w:rsid w:val="002A6762"/>
    <w:rsid w:val="002B0CA1"/>
    <w:rsid w:val="002E25E8"/>
    <w:rsid w:val="002E3FBB"/>
    <w:rsid w:val="002E58FE"/>
    <w:rsid w:val="002F1589"/>
    <w:rsid w:val="002F51D1"/>
    <w:rsid w:val="00303BD3"/>
    <w:rsid w:val="003049F6"/>
    <w:rsid w:val="00325B3B"/>
    <w:rsid w:val="00333D74"/>
    <w:rsid w:val="003347CA"/>
    <w:rsid w:val="00363A84"/>
    <w:rsid w:val="00364EE7"/>
    <w:rsid w:val="00365DF3"/>
    <w:rsid w:val="00366FDD"/>
    <w:rsid w:val="003829B0"/>
    <w:rsid w:val="00383BE4"/>
    <w:rsid w:val="00384A2F"/>
    <w:rsid w:val="00394465"/>
    <w:rsid w:val="003A1F57"/>
    <w:rsid w:val="003A5446"/>
    <w:rsid w:val="003B0708"/>
    <w:rsid w:val="003B0FFC"/>
    <w:rsid w:val="003B1D08"/>
    <w:rsid w:val="003B50EA"/>
    <w:rsid w:val="003C6BE0"/>
    <w:rsid w:val="003E4748"/>
    <w:rsid w:val="003F060D"/>
    <w:rsid w:val="003F0715"/>
    <w:rsid w:val="003F4509"/>
    <w:rsid w:val="003F6978"/>
    <w:rsid w:val="00401FCD"/>
    <w:rsid w:val="004062B9"/>
    <w:rsid w:val="00407DF2"/>
    <w:rsid w:val="00415741"/>
    <w:rsid w:val="00417AE5"/>
    <w:rsid w:val="00440736"/>
    <w:rsid w:val="0044280E"/>
    <w:rsid w:val="00442874"/>
    <w:rsid w:val="004436F9"/>
    <w:rsid w:val="004655CA"/>
    <w:rsid w:val="00467B48"/>
    <w:rsid w:val="00472D20"/>
    <w:rsid w:val="00484F00"/>
    <w:rsid w:val="0048676F"/>
    <w:rsid w:val="00487013"/>
    <w:rsid w:val="004A04EA"/>
    <w:rsid w:val="004A1459"/>
    <w:rsid w:val="004A2C4B"/>
    <w:rsid w:val="004A6B07"/>
    <w:rsid w:val="004B5869"/>
    <w:rsid w:val="004B7292"/>
    <w:rsid w:val="004C4B22"/>
    <w:rsid w:val="004C4F5C"/>
    <w:rsid w:val="004E5592"/>
    <w:rsid w:val="004F2251"/>
    <w:rsid w:val="004F5180"/>
    <w:rsid w:val="004F521E"/>
    <w:rsid w:val="004F5F22"/>
    <w:rsid w:val="004F7900"/>
    <w:rsid w:val="005019AA"/>
    <w:rsid w:val="005054D7"/>
    <w:rsid w:val="0050699C"/>
    <w:rsid w:val="00512447"/>
    <w:rsid w:val="005141A9"/>
    <w:rsid w:val="0052080A"/>
    <w:rsid w:val="00530FC8"/>
    <w:rsid w:val="0056527A"/>
    <w:rsid w:val="0057004B"/>
    <w:rsid w:val="00570F47"/>
    <w:rsid w:val="00577405"/>
    <w:rsid w:val="00584A61"/>
    <w:rsid w:val="00586A49"/>
    <w:rsid w:val="005B1187"/>
    <w:rsid w:val="005B60D9"/>
    <w:rsid w:val="005C4AD8"/>
    <w:rsid w:val="005C6991"/>
    <w:rsid w:val="005E0102"/>
    <w:rsid w:val="005E4108"/>
    <w:rsid w:val="005F6024"/>
    <w:rsid w:val="00613394"/>
    <w:rsid w:val="00635E8F"/>
    <w:rsid w:val="0066121D"/>
    <w:rsid w:val="00687AA9"/>
    <w:rsid w:val="006A072F"/>
    <w:rsid w:val="006A2567"/>
    <w:rsid w:val="006B29CF"/>
    <w:rsid w:val="006B5681"/>
    <w:rsid w:val="006C13A2"/>
    <w:rsid w:val="006C7D6B"/>
    <w:rsid w:val="006D65A7"/>
    <w:rsid w:val="006D6761"/>
    <w:rsid w:val="006F2030"/>
    <w:rsid w:val="00700D08"/>
    <w:rsid w:val="00704B0B"/>
    <w:rsid w:val="007132CC"/>
    <w:rsid w:val="007164D7"/>
    <w:rsid w:val="00720280"/>
    <w:rsid w:val="0072143F"/>
    <w:rsid w:val="00723DFB"/>
    <w:rsid w:val="00726C42"/>
    <w:rsid w:val="0073735B"/>
    <w:rsid w:val="00741783"/>
    <w:rsid w:val="00742870"/>
    <w:rsid w:val="00742972"/>
    <w:rsid w:val="00743C8B"/>
    <w:rsid w:val="00751595"/>
    <w:rsid w:val="00751A31"/>
    <w:rsid w:val="0077586A"/>
    <w:rsid w:val="00791559"/>
    <w:rsid w:val="00793534"/>
    <w:rsid w:val="0079399F"/>
    <w:rsid w:val="007C5F1E"/>
    <w:rsid w:val="007D48C1"/>
    <w:rsid w:val="007E3912"/>
    <w:rsid w:val="007F2536"/>
    <w:rsid w:val="00801CE7"/>
    <w:rsid w:val="008022AB"/>
    <w:rsid w:val="00816716"/>
    <w:rsid w:val="0082188F"/>
    <w:rsid w:val="008315AA"/>
    <w:rsid w:val="00831A02"/>
    <w:rsid w:val="00831BD2"/>
    <w:rsid w:val="00841051"/>
    <w:rsid w:val="00841830"/>
    <w:rsid w:val="00843628"/>
    <w:rsid w:val="00844B86"/>
    <w:rsid w:val="008462D9"/>
    <w:rsid w:val="00852942"/>
    <w:rsid w:val="00854062"/>
    <w:rsid w:val="008540BE"/>
    <w:rsid w:val="008577E1"/>
    <w:rsid w:val="00870A82"/>
    <w:rsid w:val="00873142"/>
    <w:rsid w:val="008850E0"/>
    <w:rsid w:val="00894AE1"/>
    <w:rsid w:val="008956A8"/>
    <w:rsid w:val="008965AA"/>
    <w:rsid w:val="008A2C8E"/>
    <w:rsid w:val="008B1997"/>
    <w:rsid w:val="008B4BAF"/>
    <w:rsid w:val="008C1F3D"/>
    <w:rsid w:val="008C2E45"/>
    <w:rsid w:val="008C6364"/>
    <w:rsid w:val="008D0E02"/>
    <w:rsid w:val="008E2FFF"/>
    <w:rsid w:val="008E48A0"/>
    <w:rsid w:val="008F2AC9"/>
    <w:rsid w:val="008F4C4C"/>
    <w:rsid w:val="008F7B42"/>
    <w:rsid w:val="00901425"/>
    <w:rsid w:val="00907BA5"/>
    <w:rsid w:val="00907C02"/>
    <w:rsid w:val="00914FDA"/>
    <w:rsid w:val="00915588"/>
    <w:rsid w:val="0092235E"/>
    <w:rsid w:val="00922D1D"/>
    <w:rsid w:val="00924451"/>
    <w:rsid w:val="00931CAF"/>
    <w:rsid w:val="00940A93"/>
    <w:rsid w:val="00941A52"/>
    <w:rsid w:val="00943DA7"/>
    <w:rsid w:val="0095578B"/>
    <w:rsid w:val="00955CD2"/>
    <w:rsid w:val="00963974"/>
    <w:rsid w:val="009656F2"/>
    <w:rsid w:val="00976716"/>
    <w:rsid w:val="0098101C"/>
    <w:rsid w:val="00981D14"/>
    <w:rsid w:val="00994ADE"/>
    <w:rsid w:val="00995941"/>
    <w:rsid w:val="009A5A87"/>
    <w:rsid w:val="009A7B69"/>
    <w:rsid w:val="009B5BCE"/>
    <w:rsid w:val="009C0475"/>
    <w:rsid w:val="009D71A5"/>
    <w:rsid w:val="009E5AF1"/>
    <w:rsid w:val="009F7D29"/>
    <w:rsid w:val="00A04E85"/>
    <w:rsid w:val="00A0743E"/>
    <w:rsid w:val="00A27B99"/>
    <w:rsid w:val="00A308DC"/>
    <w:rsid w:val="00A31888"/>
    <w:rsid w:val="00A43560"/>
    <w:rsid w:val="00A44873"/>
    <w:rsid w:val="00A47ABF"/>
    <w:rsid w:val="00A52108"/>
    <w:rsid w:val="00A52921"/>
    <w:rsid w:val="00A53B10"/>
    <w:rsid w:val="00A57D09"/>
    <w:rsid w:val="00A63510"/>
    <w:rsid w:val="00A63CFE"/>
    <w:rsid w:val="00A85C9A"/>
    <w:rsid w:val="00A9055A"/>
    <w:rsid w:val="00A94F95"/>
    <w:rsid w:val="00A955E5"/>
    <w:rsid w:val="00A978BC"/>
    <w:rsid w:val="00AA1E53"/>
    <w:rsid w:val="00AA1E75"/>
    <w:rsid w:val="00AA7512"/>
    <w:rsid w:val="00AB2FBC"/>
    <w:rsid w:val="00AB4CAA"/>
    <w:rsid w:val="00AB632D"/>
    <w:rsid w:val="00AC0C21"/>
    <w:rsid w:val="00AC4326"/>
    <w:rsid w:val="00AC441A"/>
    <w:rsid w:val="00AC4646"/>
    <w:rsid w:val="00AC5BA4"/>
    <w:rsid w:val="00AC75FC"/>
    <w:rsid w:val="00B2568F"/>
    <w:rsid w:val="00B31779"/>
    <w:rsid w:val="00B31872"/>
    <w:rsid w:val="00B366AB"/>
    <w:rsid w:val="00B40482"/>
    <w:rsid w:val="00B52502"/>
    <w:rsid w:val="00B52997"/>
    <w:rsid w:val="00B56535"/>
    <w:rsid w:val="00B62160"/>
    <w:rsid w:val="00B64311"/>
    <w:rsid w:val="00B66F8E"/>
    <w:rsid w:val="00B871C3"/>
    <w:rsid w:val="00B90336"/>
    <w:rsid w:val="00BA5A1B"/>
    <w:rsid w:val="00BB0241"/>
    <w:rsid w:val="00BB3F5B"/>
    <w:rsid w:val="00BB4B5E"/>
    <w:rsid w:val="00BC4818"/>
    <w:rsid w:val="00BC5281"/>
    <w:rsid w:val="00BD657B"/>
    <w:rsid w:val="00BD6BAB"/>
    <w:rsid w:val="00BD77BC"/>
    <w:rsid w:val="00BE040A"/>
    <w:rsid w:val="00BE0ECA"/>
    <w:rsid w:val="00BE72A1"/>
    <w:rsid w:val="00BF27F8"/>
    <w:rsid w:val="00BF4CC2"/>
    <w:rsid w:val="00BF764A"/>
    <w:rsid w:val="00C03686"/>
    <w:rsid w:val="00C054BE"/>
    <w:rsid w:val="00C132DD"/>
    <w:rsid w:val="00C1566D"/>
    <w:rsid w:val="00C161B5"/>
    <w:rsid w:val="00C26CA7"/>
    <w:rsid w:val="00C320BD"/>
    <w:rsid w:val="00C4034B"/>
    <w:rsid w:val="00C40532"/>
    <w:rsid w:val="00C41010"/>
    <w:rsid w:val="00C46541"/>
    <w:rsid w:val="00C53F62"/>
    <w:rsid w:val="00C56D96"/>
    <w:rsid w:val="00C62E0B"/>
    <w:rsid w:val="00C653FB"/>
    <w:rsid w:val="00C6651C"/>
    <w:rsid w:val="00C66A91"/>
    <w:rsid w:val="00C751B6"/>
    <w:rsid w:val="00C76D99"/>
    <w:rsid w:val="00C8007D"/>
    <w:rsid w:val="00C922FE"/>
    <w:rsid w:val="00CA12ED"/>
    <w:rsid w:val="00CB209A"/>
    <w:rsid w:val="00CC0290"/>
    <w:rsid w:val="00CC7024"/>
    <w:rsid w:val="00CD0C43"/>
    <w:rsid w:val="00CD2638"/>
    <w:rsid w:val="00CD3202"/>
    <w:rsid w:val="00CD45D4"/>
    <w:rsid w:val="00CE31F7"/>
    <w:rsid w:val="00CE5332"/>
    <w:rsid w:val="00CE58B1"/>
    <w:rsid w:val="00CE5D31"/>
    <w:rsid w:val="00CF3A13"/>
    <w:rsid w:val="00CF6281"/>
    <w:rsid w:val="00D06542"/>
    <w:rsid w:val="00D1095A"/>
    <w:rsid w:val="00D2254E"/>
    <w:rsid w:val="00D37419"/>
    <w:rsid w:val="00D464B2"/>
    <w:rsid w:val="00D5243E"/>
    <w:rsid w:val="00D55CE0"/>
    <w:rsid w:val="00D6007C"/>
    <w:rsid w:val="00D6296C"/>
    <w:rsid w:val="00D658C4"/>
    <w:rsid w:val="00D65CCF"/>
    <w:rsid w:val="00D75434"/>
    <w:rsid w:val="00D76E95"/>
    <w:rsid w:val="00DA19A3"/>
    <w:rsid w:val="00DA4CA9"/>
    <w:rsid w:val="00DB16E2"/>
    <w:rsid w:val="00DB2AE3"/>
    <w:rsid w:val="00DD71D6"/>
    <w:rsid w:val="00DE2F81"/>
    <w:rsid w:val="00DE3041"/>
    <w:rsid w:val="00DE395A"/>
    <w:rsid w:val="00DE4E0A"/>
    <w:rsid w:val="00DF0EB6"/>
    <w:rsid w:val="00DF53F1"/>
    <w:rsid w:val="00E10553"/>
    <w:rsid w:val="00E25556"/>
    <w:rsid w:val="00E32F3B"/>
    <w:rsid w:val="00E36B01"/>
    <w:rsid w:val="00E40065"/>
    <w:rsid w:val="00E43517"/>
    <w:rsid w:val="00E52C27"/>
    <w:rsid w:val="00E6772F"/>
    <w:rsid w:val="00E71E02"/>
    <w:rsid w:val="00E737ED"/>
    <w:rsid w:val="00E86406"/>
    <w:rsid w:val="00E90772"/>
    <w:rsid w:val="00E945AD"/>
    <w:rsid w:val="00EA33DB"/>
    <w:rsid w:val="00EA4C49"/>
    <w:rsid w:val="00EA6299"/>
    <w:rsid w:val="00EA67DD"/>
    <w:rsid w:val="00EB0FC8"/>
    <w:rsid w:val="00EC01ED"/>
    <w:rsid w:val="00EC45F8"/>
    <w:rsid w:val="00EC602A"/>
    <w:rsid w:val="00ED000E"/>
    <w:rsid w:val="00EE73C4"/>
    <w:rsid w:val="00EF0AE9"/>
    <w:rsid w:val="00EF3946"/>
    <w:rsid w:val="00F04607"/>
    <w:rsid w:val="00F129B7"/>
    <w:rsid w:val="00F16ECE"/>
    <w:rsid w:val="00F33217"/>
    <w:rsid w:val="00F36E2E"/>
    <w:rsid w:val="00F40C64"/>
    <w:rsid w:val="00F42ED7"/>
    <w:rsid w:val="00F6028B"/>
    <w:rsid w:val="00F6450A"/>
    <w:rsid w:val="00F661F6"/>
    <w:rsid w:val="00F721C3"/>
    <w:rsid w:val="00F77434"/>
    <w:rsid w:val="00F97657"/>
    <w:rsid w:val="00FA4E63"/>
    <w:rsid w:val="00FA5D43"/>
    <w:rsid w:val="00FA6AF0"/>
    <w:rsid w:val="00FB2C07"/>
    <w:rsid w:val="00FB34A5"/>
    <w:rsid w:val="00FB5F24"/>
    <w:rsid w:val="00FC4969"/>
    <w:rsid w:val="00FC67DE"/>
    <w:rsid w:val="00FD0914"/>
    <w:rsid w:val="00FD44E9"/>
    <w:rsid w:val="00FE192F"/>
    <w:rsid w:val="00FE59BD"/>
    <w:rsid w:val="014CD548"/>
    <w:rsid w:val="017C0631"/>
    <w:rsid w:val="03AD8212"/>
    <w:rsid w:val="0422357D"/>
    <w:rsid w:val="05B61AED"/>
    <w:rsid w:val="133921AB"/>
    <w:rsid w:val="1D107355"/>
    <w:rsid w:val="1E125036"/>
    <w:rsid w:val="1ED5683B"/>
    <w:rsid w:val="23AFC79B"/>
    <w:rsid w:val="2672CF61"/>
    <w:rsid w:val="2956F8E1"/>
    <w:rsid w:val="2D69D3F5"/>
    <w:rsid w:val="314C20CC"/>
    <w:rsid w:val="32C3653E"/>
    <w:rsid w:val="34DE9C2C"/>
    <w:rsid w:val="390BD873"/>
    <w:rsid w:val="3B411CFE"/>
    <w:rsid w:val="3CB61935"/>
    <w:rsid w:val="4042268B"/>
    <w:rsid w:val="40C6D8E9"/>
    <w:rsid w:val="422E1696"/>
    <w:rsid w:val="4F998B3E"/>
    <w:rsid w:val="4FB07E60"/>
    <w:rsid w:val="50313DBF"/>
    <w:rsid w:val="52D9E137"/>
    <w:rsid w:val="5788904A"/>
    <w:rsid w:val="5DEA25F5"/>
    <w:rsid w:val="5F062990"/>
    <w:rsid w:val="64183679"/>
    <w:rsid w:val="67665599"/>
    <w:rsid w:val="69DD16C1"/>
    <w:rsid w:val="6B45750E"/>
    <w:rsid w:val="6D427663"/>
    <w:rsid w:val="6F907B66"/>
    <w:rsid w:val="711D6D18"/>
    <w:rsid w:val="74488CC1"/>
    <w:rsid w:val="77A53861"/>
    <w:rsid w:val="7CAB555A"/>
    <w:rsid w:val="7D90C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2ED5F9"/>
  <w15:docId w15:val="{94F18F3C-F3CC-493E-AC32-D397F8FB2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table" w:styleId="Tabellenraster">
    <w:name w:val="Table Grid"/>
    <w:basedOn w:val="NormaleTabelle"/>
    <w:uiPriority w:val="59"/>
    <w:rsid w:val="00D10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bsatz-Standardschriftart"/>
    <w:rsid w:val="0020615B"/>
  </w:style>
  <w:style w:type="paragraph" w:customStyle="1" w:styleId="paragraph">
    <w:name w:val="paragraph"/>
    <w:basedOn w:val="Standard"/>
    <w:rsid w:val="00E52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eop">
    <w:name w:val="eop"/>
    <w:basedOn w:val="Absatz-Standardschriftart"/>
    <w:rsid w:val="00E52C27"/>
  </w:style>
  <w:style w:type="character" w:styleId="Kommentarzeichen">
    <w:name w:val="annotation reference"/>
    <w:basedOn w:val="Absatz-Standardschriftart"/>
    <w:uiPriority w:val="99"/>
    <w:semiHidden/>
    <w:unhideWhenUsed/>
    <w:rsid w:val="00401FC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01FC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01FC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01F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01FCD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A63C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5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6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sanne\Downloads\ST%20Quadrat%20Bildunterschriften%20(1)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703CEB-410C-441B-8752-C492D82B067D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0C020067-8C68-4380-A654-9082A56887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31EA47-B6A8-4789-9D2E-7D1EA35D78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C:\Users\Susanne\Downloads\ST Quadrat Bildunterschriften (1).dotx</Template>
  <TotalTime>0</TotalTime>
  <Pages>1</Pages>
  <Words>50</Words>
  <Characters>318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</dc:creator>
  <cp:keywords/>
  <cp:lastModifiedBy>hz.reinecke@icloud.com</cp:lastModifiedBy>
  <cp:revision>3</cp:revision>
  <cp:lastPrinted>2025-09-12T12:59:00Z</cp:lastPrinted>
  <dcterms:created xsi:type="dcterms:W3CDTF">2025-09-12T12:59:00Z</dcterms:created>
  <dcterms:modified xsi:type="dcterms:W3CDTF">2025-09-12T12:59:00Z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